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7F8" w:rsidRPr="00AA7167" w:rsidRDefault="00BA07F8" w:rsidP="00020A7F">
      <w:pPr>
        <w:rPr>
          <w:b/>
          <w:bCs/>
          <w:caps/>
          <w:u w:val="single"/>
        </w:rPr>
      </w:pPr>
      <w:bookmarkStart w:id="0" w:name="_GoBack"/>
      <w:bookmarkEnd w:id="0"/>
      <w:r>
        <w:rPr>
          <w:b/>
          <w:bCs/>
          <w:caps/>
          <w:u w:val="single"/>
        </w:rPr>
        <w:t>СЛАЙД № 1</w:t>
      </w:r>
    </w:p>
    <w:p w:rsidR="00BA07F8" w:rsidRPr="00AA7167" w:rsidRDefault="00BA07F8" w:rsidP="00020A7F">
      <w:pPr>
        <w:jc w:val="center"/>
        <w:rPr>
          <w:b/>
          <w:bCs/>
          <w:caps/>
        </w:rPr>
      </w:pPr>
      <w:r w:rsidRPr="001C1B2F">
        <w:rPr>
          <w:b/>
          <w:bCs/>
          <w:caps/>
        </w:rPr>
        <w:t>Перспективы развития исследований</w:t>
      </w:r>
      <w:r>
        <w:rPr>
          <w:b/>
          <w:bCs/>
          <w:caps/>
        </w:rPr>
        <w:t xml:space="preserve"> в области сестринского дела</w:t>
      </w:r>
    </w:p>
    <w:p w:rsidR="00BA07F8" w:rsidRDefault="00BA07F8" w:rsidP="00020A7F">
      <w:pPr>
        <w:jc w:val="center"/>
        <w:rPr>
          <w:b/>
          <w:bCs/>
        </w:rPr>
      </w:pPr>
    </w:p>
    <w:p w:rsidR="00BA07F8" w:rsidRDefault="00BA07F8" w:rsidP="00020A7F">
      <w:pPr>
        <w:jc w:val="right"/>
        <w:rPr>
          <w:b/>
          <w:bCs/>
        </w:rPr>
      </w:pPr>
      <w:r w:rsidRPr="00AA7167">
        <w:rPr>
          <w:b/>
          <w:bCs/>
        </w:rPr>
        <w:t>О.А. Бучко,</w:t>
      </w:r>
    </w:p>
    <w:p w:rsidR="00BA07F8" w:rsidRPr="00AA7167" w:rsidRDefault="00BA07F8" w:rsidP="00914D19">
      <w:pPr>
        <w:jc w:val="right"/>
        <w:rPr>
          <w:b/>
          <w:bCs/>
        </w:rPr>
      </w:pPr>
      <w:r w:rsidRPr="00AA7167">
        <w:rPr>
          <w:b/>
          <w:bCs/>
        </w:rPr>
        <w:t>вице-президент ОПСА</w:t>
      </w:r>
      <w:r>
        <w:rPr>
          <w:b/>
          <w:bCs/>
        </w:rPr>
        <w:t>,</w:t>
      </w:r>
    </w:p>
    <w:p w:rsidR="00BA07F8" w:rsidRDefault="00BA07F8" w:rsidP="00020A7F">
      <w:pPr>
        <w:jc w:val="right"/>
        <w:rPr>
          <w:b/>
          <w:bCs/>
        </w:rPr>
      </w:pPr>
      <w:r w:rsidRPr="00076F08">
        <w:rPr>
          <w:b/>
          <w:bCs/>
        </w:rPr>
        <w:t xml:space="preserve">руководитель секции РАМС </w:t>
      </w:r>
    </w:p>
    <w:p w:rsidR="00BA07F8" w:rsidRPr="00AA7167" w:rsidRDefault="00BA07F8" w:rsidP="00020A7F">
      <w:pPr>
        <w:jc w:val="right"/>
        <w:rPr>
          <w:b/>
          <w:bCs/>
        </w:rPr>
      </w:pPr>
      <w:r>
        <w:rPr>
          <w:b/>
          <w:bCs/>
        </w:rPr>
        <w:t>«Сестринские исследования»</w:t>
      </w:r>
    </w:p>
    <w:p w:rsidR="00BA07F8" w:rsidRDefault="00BA07F8" w:rsidP="00020A7F">
      <w:pPr>
        <w:ind w:firstLine="720"/>
        <w:jc w:val="both"/>
        <w:rPr>
          <w:sz w:val="28"/>
          <w:szCs w:val="28"/>
        </w:rPr>
      </w:pPr>
    </w:p>
    <w:p w:rsidR="00BA07F8" w:rsidRPr="002174C3" w:rsidRDefault="00BA07F8" w:rsidP="00020A7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Уважаемые коллеги!</w:t>
      </w:r>
    </w:p>
    <w:p w:rsidR="00BA07F8" w:rsidRPr="00E353A5" w:rsidRDefault="00BA07F8" w:rsidP="00020A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российским здравоохранением стоят задачи инновационных преобразований, осуществление которых невозможно без развития медицинской науки. </w:t>
      </w:r>
      <w:r w:rsidRPr="001142C3">
        <w:rPr>
          <w:sz w:val="28"/>
          <w:szCs w:val="28"/>
        </w:rPr>
        <w:t>В настоящее время</w:t>
      </w:r>
      <w:r>
        <w:rPr>
          <w:sz w:val="28"/>
          <w:szCs w:val="28"/>
        </w:rPr>
        <w:t xml:space="preserve"> современные тенденции здравоохранения ориентированы на сохранение и укрепление здоровья граждан, </w:t>
      </w:r>
      <w:r w:rsidRPr="00E353A5">
        <w:rPr>
          <w:sz w:val="28"/>
          <w:szCs w:val="28"/>
        </w:rPr>
        <w:t xml:space="preserve">и увеличение продолжительности жизни. </w:t>
      </w:r>
    </w:p>
    <w:p w:rsidR="00BA07F8" w:rsidRDefault="00BA07F8" w:rsidP="00846134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FF637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2</w:t>
      </w:r>
    </w:p>
    <w:p w:rsidR="00BA07F8" w:rsidRPr="00E353A5" w:rsidRDefault="00BA07F8" w:rsidP="00020A7F">
      <w:pPr>
        <w:spacing w:line="360" w:lineRule="auto"/>
        <w:ind w:firstLine="720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Одной из приоритетных задач дальнейшего развития медицины является удовлетворение потребности населения в доступной и качественной медицинской помощи</w:t>
      </w:r>
      <w:r>
        <w:rPr>
          <w:sz w:val="28"/>
          <w:szCs w:val="28"/>
        </w:rPr>
        <w:t>,</w:t>
      </w:r>
      <w:r w:rsidRPr="00E353A5">
        <w:rPr>
          <w:sz w:val="28"/>
          <w:szCs w:val="28"/>
        </w:rPr>
        <w:t xml:space="preserve"> и важн</w:t>
      </w:r>
      <w:r>
        <w:rPr>
          <w:sz w:val="28"/>
          <w:szCs w:val="28"/>
        </w:rPr>
        <w:t>ая</w:t>
      </w:r>
      <w:r w:rsidRPr="00E353A5">
        <w:rPr>
          <w:sz w:val="28"/>
          <w:szCs w:val="28"/>
        </w:rPr>
        <w:t xml:space="preserve"> роль в организации этого процесса отводится сестринскому персоналу. В условиях современного здравоохранения подготовленный сестринский персонал способен брать на себя инициативу по профилактике заболеваний, обучению здоровому образу жизни, разработке и внедрению инноваций в лечебный процесс. При этом привлечение медицинских сестер к проведению научных исследований да</w:t>
      </w:r>
      <w:r>
        <w:rPr>
          <w:sz w:val="28"/>
          <w:szCs w:val="28"/>
        </w:rPr>
        <w:t>е</w:t>
      </w:r>
      <w:r w:rsidRPr="00E353A5">
        <w:rPr>
          <w:sz w:val="28"/>
          <w:szCs w:val="28"/>
        </w:rPr>
        <w:t>т возможность повышать квалификацию, научно обосновывать внедрение новых медицинских технологий и медицинских услуг, обобщать и распространять свой опыт.</w:t>
      </w:r>
    </w:p>
    <w:p w:rsidR="00BA07F8" w:rsidRDefault="00BA07F8" w:rsidP="00846134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FF637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3</w:t>
      </w:r>
    </w:p>
    <w:p w:rsidR="00BA07F8" w:rsidRDefault="00BA07F8" w:rsidP="00020A7F">
      <w:pPr>
        <w:spacing w:line="360" w:lineRule="auto"/>
        <w:ind w:firstLine="708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В настоящее время в России проводится ограниченное количество научных исследований в области сестринского дела.</w:t>
      </w:r>
      <w:r w:rsidRPr="0034284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353A5">
        <w:rPr>
          <w:sz w:val="28"/>
          <w:szCs w:val="28"/>
        </w:rPr>
        <w:t>ипломные и диссертационные работы чаще всего относятся к темам организации здравоохранения, а не к клиническим исследованиям в сестринской практике.</w:t>
      </w:r>
    </w:p>
    <w:p w:rsidR="00BA07F8" w:rsidRPr="00E353A5" w:rsidRDefault="00BA07F8" w:rsidP="00020A7F">
      <w:pPr>
        <w:spacing w:line="360" w:lineRule="auto"/>
        <w:ind w:firstLine="708"/>
        <w:jc w:val="both"/>
      </w:pPr>
      <w:r w:rsidRPr="00E353A5">
        <w:rPr>
          <w:sz w:val="28"/>
          <w:szCs w:val="28"/>
        </w:rPr>
        <w:t>Недостаточность проводимых клинических исследований не позволяет давать объективную оценку их практической значимости и, как следствие, осуществлять их внедрение в медицинскую практику</w:t>
      </w:r>
      <w:r w:rsidRPr="00E353A5">
        <w:t>.</w:t>
      </w:r>
    </w:p>
    <w:p w:rsidR="00BA07F8" w:rsidRDefault="00BA07F8" w:rsidP="00FF6378">
      <w:pPr>
        <w:rPr>
          <w:b/>
          <w:bCs/>
          <w:caps/>
          <w:u w:val="single"/>
        </w:rPr>
      </w:pPr>
    </w:p>
    <w:p w:rsidR="00BA07F8" w:rsidRPr="00AA7167" w:rsidRDefault="00BA07F8" w:rsidP="00FF637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4</w:t>
      </w:r>
    </w:p>
    <w:p w:rsidR="00BA07F8" w:rsidRPr="00E353A5" w:rsidRDefault="00BA07F8" w:rsidP="00020A7F">
      <w:pPr>
        <w:spacing w:line="360" w:lineRule="auto"/>
        <w:ind w:firstLine="708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На развитие научных исследований в сестринском деле оказывают влияние следующие факторы: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несовершенство нормативно-правовой базы, определяющей профессиональную деятельность сестринского персонала;</w:t>
      </w:r>
    </w:p>
    <w:p w:rsidR="00BA07F8" w:rsidRPr="00155462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 xml:space="preserve">недостаточная обеспеченность сестринскими кадрами в медицинских </w:t>
      </w:r>
      <w:r w:rsidRPr="00155462">
        <w:rPr>
          <w:sz w:val="28"/>
          <w:szCs w:val="28"/>
        </w:rPr>
        <w:t>организациях;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155462">
        <w:rPr>
          <w:sz w:val="28"/>
          <w:szCs w:val="28"/>
        </w:rPr>
        <w:t>соответствие ненадлежащего качества многоуровневой последипломной</w:t>
      </w:r>
      <w:r w:rsidRPr="00E353A5">
        <w:rPr>
          <w:sz w:val="28"/>
          <w:szCs w:val="28"/>
        </w:rPr>
        <w:t xml:space="preserve"> подготовки специалистов потребностям практического здравоохранения; </w:t>
      </w:r>
    </w:p>
    <w:p w:rsidR="00BA07F8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отсутствие системы и нормативной базы по развитию научных исследований в области сестринского дела;</w:t>
      </w:r>
    </w:p>
    <w:p w:rsidR="00BA07F8" w:rsidRDefault="00BA07F8" w:rsidP="00846134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FC190D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5</w:t>
      </w:r>
    </w:p>
    <w:p w:rsidR="00BA07F8" w:rsidRPr="00E353A5" w:rsidRDefault="00BA07F8" w:rsidP="007B3FA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н</w:t>
      </w:r>
      <w:r w:rsidRPr="00E353A5">
        <w:rPr>
          <w:sz w:val="28"/>
          <w:szCs w:val="28"/>
        </w:rPr>
        <w:t xml:space="preserve">а развитие научных исследований в сестринском деле </w:t>
      </w:r>
      <w:r>
        <w:rPr>
          <w:sz w:val="28"/>
          <w:szCs w:val="28"/>
        </w:rPr>
        <w:t>влияют такие</w:t>
      </w:r>
      <w:r w:rsidRPr="00E353A5">
        <w:rPr>
          <w:sz w:val="28"/>
          <w:szCs w:val="28"/>
        </w:rPr>
        <w:t xml:space="preserve"> факторы</w:t>
      </w:r>
      <w:r>
        <w:rPr>
          <w:sz w:val="28"/>
          <w:szCs w:val="28"/>
        </w:rPr>
        <w:t>, как</w:t>
      </w:r>
      <w:r w:rsidRPr="00E353A5">
        <w:rPr>
          <w:sz w:val="28"/>
          <w:szCs w:val="28"/>
        </w:rPr>
        <w:t>: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отсутствие правовых норм о возможности внедрения новых организационных форм и технологий;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взаимодействи</w:t>
      </w:r>
      <w:r>
        <w:rPr>
          <w:sz w:val="28"/>
          <w:szCs w:val="28"/>
        </w:rPr>
        <w:t>е</w:t>
      </w:r>
      <w:r w:rsidRPr="00E353A5">
        <w:rPr>
          <w:sz w:val="28"/>
          <w:szCs w:val="28"/>
        </w:rPr>
        <w:t xml:space="preserve"> научных советов вузов (имеющих факультеты высшего сестринского образования) с практическим здравоохранением по пров</w:t>
      </w:r>
      <w:r>
        <w:rPr>
          <w:sz w:val="28"/>
          <w:szCs w:val="28"/>
        </w:rPr>
        <w:t>едению сестринских исследований;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отсутствие общероссийского регистра (базы данных) по проведённым сестринским исследованиям;</w:t>
      </w:r>
    </w:p>
    <w:p w:rsidR="00BA07F8" w:rsidRPr="0034284F" w:rsidRDefault="00BA07F8" w:rsidP="0034284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34284F">
        <w:rPr>
          <w:sz w:val="28"/>
          <w:szCs w:val="28"/>
        </w:rPr>
        <w:t>отсутствие мотивации и популяризации проведения исследований среди сестринского персонала и прежде всего его руководителей;</w:t>
      </w:r>
    </w:p>
    <w:p w:rsidR="00BA07F8" w:rsidRPr="0034284F" w:rsidRDefault="00BA07F8" w:rsidP="0034284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34284F">
        <w:rPr>
          <w:sz w:val="28"/>
          <w:szCs w:val="28"/>
        </w:rPr>
        <w:t>маловажным фактором явля</w:t>
      </w:r>
      <w:r>
        <w:rPr>
          <w:sz w:val="28"/>
          <w:szCs w:val="28"/>
        </w:rPr>
        <w:t>е</w:t>
      </w:r>
      <w:r w:rsidRPr="0034284F">
        <w:rPr>
          <w:sz w:val="28"/>
          <w:szCs w:val="28"/>
        </w:rPr>
        <w:t>тся и недостаточное количество печатных изданий по организации и проведению научных исследований в области сестринского дела.</w:t>
      </w:r>
    </w:p>
    <w:p w:rsidR="00BA07F8" w:rsidRDefault="00BA07F8" w:rsidP="00846134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FC190D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6</w:t>
      </w:r>
    </w:p>
    <w:p w:rsidR="00BA07F8" w:rsidRPr="00E353A5" w:rsidRDefault="00BA07F8" w:rsidP="00020A7F">
      <w:pPr>
        <w:spacing w:line="360" w:lineRule="auto"/>
        <w:ind w:firstLine="708"/>
        <w:jc w:val="both"/>
        <w:rPr>
          <w:sz w:val="28"/>
          <w:szCs w:val="28"/>
        </w:rPr>
      </w:pPr>
      <w:r w:rsidRPr="00E353A5">
        <w:rPr>
          <w:sz w:val="28"/>
          <w:szCs w:val="28"/>
        </w:rPr>
        <w:t xml:space="preserve">Сестринские исследования – это систематический процесс изучения клинической, организационной или управленческой проблемы, который проводят медицинские сестры, с целью улучшения помощи пациентам. Это путь к доказательной сестринской практике, повышающей качество медицинской помощи. </w:t>
      </w:r>
    </w:p>
    <w:p w:rsidR="00BA07F8" w:rsidRDefault="00BA07F8" w:rsidP="00ED1207">
      <w:pPr>
        <w:rPr>
          <w:b/>
          <w:bCs/>
          <w:caps/>
          <w:u w:val="single"/>
        </w:rPr>
      </w:pPr>
    </w:p>
    <w:p w:rsidR="00BA07F8" w:rsidRPr="00AA7167" w:rsidRDefault="00BA07F8" w:rsidP="00ED1207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7</w:t>
      </w:r>
    </w:p>
    <w:p w:rsidR="00BA07F8" w:rsidRPr="00E353A5" w:rsidRDefault="00BA07F8" w:rsidP="00020A7F">
      <w:pPr>
        <w:spacing w:line="360" w:lineRule="auto"/>
        <w:ind w:firstLine="720"/>
        <w:jc w:val="both"/>
        <w:rPr>
          <w:sz w:val="28"/>
          <w:szCs w:val="28"/>
        </w:rPr>
      </w:pPr>
      <w:r w:rsidRPr="00E353A5">
        <w:rPr>
          <w:sz w:val="28"/>
          <w:szCs w:val="28"/>
        </w:rPr>
        <w:t xml:space="preserve">Для развития исследований сестринскому персоналу необходимы знания о принципах осуществления исследовательской работы и методологии их проведения, заинтересованность, финансовая поддержка, моральное стимулирование со стороны государства, медицинских организаций и </w:t>
      </w:r>
      <w:r>
        <w:rPr>
          <w:sz w:val="28"/>
          <w:szCs w:val="28"/>
        </w:rPr>
        <w:t>профессиональных</w:t>
      </w:r>
      <w:r w:rsidRPr="00E353A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353A5">
        <w:rPr>
          <w:sz w:val="28"/>
          <w:szCs w:val="28"/>
        </w:rPr>
        <w:t>ссоциаций.</w:t>
      </w:r>
    </w:p>
    <w:p w:rsidR="00BA07F8" w:rsidRDefault="00BA07F8" w:rsidP="00846134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ED1207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8</w:t>
      </w:r>
    </w:p>
    <w:p w:rsidR="00BA07F8" w:rsidRPr="00E353A5" w:rsidRDefault="00BA07F8" w:rsidP="00020A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</w:t>
      </w:r>
      <w:r w:rsidRPr="00E353A5">
        <w:rPr>
          <w:sz w:val="28"/>
          <w:szCs w:val="28"/>
        </w:rPr>
        <w:t xml:space="preserve">Ассоциация медицинских сестер России активно продвигает инновации в сестринском деле и считает, что проведение исследований </w:t>
      </w:r>
      <w:r>
        <w:rPr>
          <w:sz w:val="28"/>
          <w:szCs w:val="28"/>
        </w:rPr>
        <w:t xml:space="preserve">- </w:t>
      </w:r>
      <w:r w:rsidRPr="00E353A5">
        <w:rPr>
          <w:sz w:val="28"/>
          <w:szCs w:val="28"/>
        </w:rPr>
        <w:t>одна из новых ролей в деятельности медицинских сестер</w:t>
      </w:r>
      <w:r>
        <w:rPr>
          <w:sz w:val="28"/>
          <w:szCs w:val="28"/>
        </w:rPr>
        <w:t>, а так же</w:t>
      </w:r>
      <w:r w:rsidRPr="00E353A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353A5">
        <w:rPr>
          <w:sz w:val="28"/>
          <w:szCs w:val="28"/>
        </w:rPr>
        <w:t>рилагает усилия для создания мотивации не только сестринского персонала, но прежде всего</w:t>
      </w:r>
      <w:r>
        <w:rPr>
          <w:sz w:val="28"/>
          <w:szCs w:val="28"/>
        </w:rPr>
        <w:t>,</w:t>
      </w:r>
      <w:r w:rsidRPr="00E353A5">
        <w:rPr>
          <w:sz w:val="28"/>
          <w:szCs w:val="28"/>
        </w:rPr>
        <w:t xml:space="preserve"> его руководителей к научному подходу в организации труда специалистов в работе с пациентами. Для этого создана специализированная секция </w:t>
      </w:r>
      <w:r>
        <w:rPr>
          <w:sz w:val="28"/>
          <w:szCs w:val="28"/>
        </w:rPr>
        <w:t xml:space="preserve">РАМС </w:t>
      </w:r>
      <w:r w:rsidRPr="00E353A5">
        <w:rPr>
          <w:sz w:val="28"/>
          <w:szCs w:val="28"/>
        </w:rPr>
        <w:t>«Сестринские исследования», цел</w:t>
      </w:r>
      <w:r>
        <w:rPr>
          <w:sz w:val="28"/>
          <w:szCs w:val="28"/>
        </w:rPr>
        <w:t>ь</w:t>
      </w:r>
      <w:r w:rsidRPr="00E353A5">
        <w:rPr>
          <w:sz w:val="28"/>
          <w:szCs w:val="28"/>
        </w:rPr>
        <w:t xml:space="preserve">ю которой является развитие научно-обоснованных принципов оказания сестринской помощи, систематизации, апробации и внедрения отечественных разработок в </w:t>
      </w:r>
      <w:r>
        <w:rPr>
          <w:sz w:val="28"/>
          <w:szCs w:val="28"/>
        </w:rPr>
        <w:t>практику</w:t>
      </w:r>
      <w:r w:rsidRPr="00E353A5">
        <w:rPr>
          <w:sz w:val="28"/>
          <w:szCs w:val="28"/>
        </w:rPr>
        <w:t>.</w:t>
      </w:r>
    </w:p>
    <w:p w:rsidR="00BA07F8" w:rsidRDefault="00BA07F8" w:rsidP="00846134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ED1207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9</w:t>
      </w:r>
    </w:p>
    <w:p w:rsidR="00BA07F8" w:rsidRPr="00E353A5" w:rsidRDefault="00BA07F8" w:rsidP="00020A7F">
      <w:pPr>
        <w:pStyle w:val="1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Основными задачами  специализированной секции является: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внедрение доказательной сестринской практики для совершенствования  качества оказания медицинской помощи населению;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содействие внедрению исследований в сестринском деле с последующей их реализацией на рабочих местах в медицинских организациях;</w:t>
      </w:r>
    </w:p>
    <w:p w:rsidR="00BA07F8" w:rsidRDefault="00BA07F8" w:rsidP="00846134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ED1207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10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создание общероссийского регистра научных исследований специалистов со средним медицинским и высшим сестринским образованием в России;</w:t>
      </w:r>
    </w:p>
    <w:p w:rsidR="00BA07F8" w:rsidRPr="00E353A5" w:rsidRDefault="00BA07F8" w:rsidP="00020A7F">
      <w:pPr>
        <w:pStyle w:val="1"/>
        <w:numPr>
          <w:ilvl w:val="0"/>
          <w:numId w:val="9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создание документов</w:t>
      </w:r>
      <w:r>
        <w:rPr>
          <w:sz w:val="28"/>
          <w:szCs w:val="28"/>
        </w:rPr>
        <w:t>,</w:t>
      </w:r>
      <w:r w:rsidRPr="00E353A5">
        <w:rPr>
          <w:sz w:val="28"/>
          <w:szCs w:val="28"/>
        </w:rPr>
        <w:t xml:space="preserve"> удостоверяющих исключительное право или авторство на решение исследуемых вопросов в области сестринского дела.</w:t>
      </w:r>
    </w:p>
    <w:p w:rsidR="00BA07F8" w:rsidRDefault="00BA07F8" w:rsidP="00C74747">
      <w:pPr>
        <w:rPr>
          <w:b/>
          <w:bCs/>
          <w:caps/>
          <w:u w:val="single"/>
        </w:rPr>
      </w:pPr>
    </w:p>
    <w:p w:rsidR="00BA07F8" w:rsidRPr="00AA7167" w:rsidRDefault="00BA07F8" w:rsidP="00C74747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11</w:t>
      </w:r>
    </w:p>
    <w:p w:rsidR="00BA07F8" w:rsidRDefault="00BA07F8" w:rsidP="007A4A8F">
      <w:pPr>
        <w:spacing w:line="360" w:lineRule="auto"/>
        <w:ind w:firstLine="720"/>
        <w:jc w:val="both"/>
        <w:rPr>
          <w:sz w:val="28"/>
          <w:szCs w:val="28"/>
        </w:rPr>
      </w:pPr>
      <w:r w:rsidRPr="007A4A8F">
        <w:rPr>
          <w:sz w:val="28"/>
          <w:szCs w:val="28"/>
        </w:rPr>
        <w:t>Для продвижения исследований Ассоциация медицинских сестер России в области сестринского дела выпустила методические рекомендации по обеспечению и поддержанию периферического венозного доступа и технологии медицинских услуг, которые разработаны практикующими медицинскими сестрами на основе мирового опыта и данных научных исследований.</w:t>
      </w:r>
    </w:p>
    <w:p w:rsidR="00BA07F8" w:rsidRDefault="00BA07F8" w:rsidP="007A4A8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сестринских исследований, проведенных в Омском регионе, выпущены методические рекомендации для широкого пользования сестринского персонала страны. </w:t>
      </w:r>
      <w:r w:rsidRPr="007A4A8F">
        <w:rPr>
          <w:sz w:val="28"/>
          <w:szCs w:val="28"/>
        </w:rPr>
        <w:t xml:space="preserve"> И уже сегодня </w:t>
      </w:r>
      <w:r>
        <w:rPr>
          <w:sz w:val="28"/>
          <w:szCs w:val="28"/>
        </w:rPr>
        <w:t xml:space="preserve">по ним </w:t>
      </w:r>
      <w:r w:rsidRPr="007A4A8F">
        <w:rPr>
          <w:sz w:val="28"/>
          <w:szCs w:val="28"/>
        </w:rPr>
        <w:t>мы можем в своих медицинских организациях проводить исследования</w:t>
      </w:r>
      <w:r>
        <w:rPr>
          <w:sz w:val="28"/>
          <w:szCs w:val="28"/>
        </w:rPr>
        <w:t>.</w:t>
      </w:r>
    </w:p>
    <w:p w:rsidR="00BA07F8" w:rsidRPr="002B7736" w:rsidRDefault="00BA07F8" w:rsidP="00013421">
      <w:pPr>
        <w:pStyle w:val="ListParagraph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7736">
        <w:rPr>
          <w:sz w:val="28"/>
          <w:szCs w:val="28"/>
        </w:rPr>
        <w:t>В журнале «Вестник Ассоциации медицинских сестер России» учреждена специальная рубрика «Сестринские исследования», где публикуются материалы по исследованиям и доказательной практике, рассматриваются различные этапы проведения исследований и обмену опытом.</w:t>
      </w:r>
    </w:p>
    <w:p w:rsidR="00BA07F8" w:rsidRPr="002B7736" w:rsidRDefault="00BA07F8" w:rsidP="00013421">
      <w:pPr>
        <w:pStyle w:val="ListParagraph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7736">
        <w:rPr>
          <w:sz w:val="28"/>
          <w:szCs w:val="28"/>
        </w:rPr>
        <w:t>Национальной ассоциацией разработан онлайн модуль, где предусмотрено изучение различных вопросов, связанных с проведением исследований. На сайте размещаются материалы, имеющие отношение к проблемам сестринских исследований, в разделе «Форум» предоставляются индивидуальные консультации  по вопросам исследований.</w:t>
      </w:r>
    </w:p>
    <w:p w:rsidR="00BA07F8" w:rsidRDefault="00BA07F8" w:rsidP="007A4A8F">
      <w:pPr>
        <w:rPr>
          <w:b/>
          <w:bCs/>
          <w:caps/>
          <w:u w:val="single"/>
        </w:rPr>
      </w:pPr>
    </w:p>
    <w:p w:rsidR="00BA07F8" w:rsidRPr="00AA7167" w:rsidRDefault="00BA07F8" w:rsidP="007A4A8F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12</w:t>
      </w:r>
    </w:p>
    <w:p w:rsidR="00BA07F8" w:rsidRDefault="00BA07F8" w:rsidP="00020A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Омская профессиональная сестринская ассоциация поддерживает инициативу Ассоциации медицинских сестер Росси и широко популяризирует внедрение инноваций. О</w:t>
      </w:r>
      <w:r w:rsidRPr="00E353A5">
        <w:rPr>
          <w:sz w:val="28"/>
          <w:szCs w:val="28"/>
        </w:rPr>
        <w:t xml:space="preserve">существила проект «Исследования в сестринском деле», направленный на улучшение качества сестринской помощи пациентам и создание научной базы по исследованиям для практикующих медицинских сестер Омской области. </w:t>
      </w:r>
    </w:p>
    <w:p w:rsidR="00BA07F8" w:rsidRDefault="00BA07F8" w:rsidP="0041056E">
      <w:pPr>
        <w:rPr>
          <w:b/>
          <w:bCs/>
          <w:caps/>
          <w:u w:val="single"/>
        </w:rPr>
      </w:pPr>
    </w:p>
    <w:p w:rsidR="00BA07F8" w:rsidRPr="00AA7167" w:rsidRDefault="00BA07F8" w:rsidP="0041056E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13</w:t>
      </w:r>
    </w:p>
    <w:p w:rsidR="00BA07F8" w:rsidRDefault="00BA07F8" w:rsidP="00971B9F">
      <w:pPr>
        <w:spacing w:line="360" w:lineRule="auto"/>
        <w:ind w:firstLine="720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В проведенных исследованиях показана практическая значимость и определена научная новизна впервые разработанных и примененных методик</w:t>
      </w:r>
      <w:r>
        <w:t>, п</w:t>
      </w:r>
      <w:r>
        <w:rPr>
          <w:sz w:val="28"/>
          <w:szCs w:val="28"/>
        </w:rPr>
        <w:t>о результатам которых выпущены методические рекомендации.</w:t>
      </w:r>
    </w:p>
    <w:p w:rsidR="00BA07F8" w:rsidRPr="00E353A5" w:rsidRDefault="00BA07F8" w:rsidP="009A17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благодарны профессорско-преподавательскому составу Омской медицинской академии, внесшим научный вклад в проведение и рецензирование исследований </w:t>
      </w:r>
      <w:r w:rsidRPr="00E353A5">
        <w:rPr>
          <w:sz w:val="28"/>
          <w:szCs w:val="28"/>
        </w:rPr>
        <w:t>и выразить надежду на</w:t>
      </w:r>
      <w:r>
        <w:rPr>
          <w:sz w:val="28"/>
          <w:szCs w:val="28"/>
        </w:rPr>
        <w:t xml:space="preserve"> дальнейшее</w:t>
      </w:r>
      <w:r w:rsidRPr="00E353A5">
        <w:rPr>
          <w:sz w:val="28"/>
          <w:szCs w:val="28"/>
        </w:rPr>
        <w:t xml:space="preserve"> плодотворное сотрудничество.</w:t>
      </w:r>
    </w:p>
    <w:p w:rsidR="00BA07F8" w:rsidRDefault="00BA07F8" w:rsidP="00E8553E">
      <w:pPr>
        <w:spacing w:line="360" w:lineRule="auto"/>
        <w:ind w:firstLine="720"/>
        <w:jc w:val="both"/>
        <w:rPr>
          <w:sz w:val="28"/>
          <w:szCs w:val="28"/>
        </w:rPr>
      </w:pPr>
      <w:r w:rsidRPr="00E353A5">
        <w:rPr>
          <w:sz w:val="28"/>
          <w:szCs w:val="28"/>
        </w:rPr>
        <w:t xml:space="preserve">Медицинские сестры </w:t>
      </w:r>
      <w:r>
        <w:rPr>
          <w:sz w:val="28"/>
          <w:szCs w:val="28"/>
        </w:rPr>
        <w:t>Омской области</w:t>
      </w:r>
      <w:r w:rsidRPr="00E353A5">
        <w:rPr>
          <w:sz w:val="28"/>
          <w:szCs w:val="28"/>
        </w:rPr>
        <w:t xml:space="preserve"> готовы делит</w:t>
      </w:r>
      <w:r>
        <w:rPr>
          <w:sz w:val="28"/>
          <w:szCs w:val="28"/>
        </w:rPr>
        <w:t>ься накопленным опытом и имея новые</w:t>
      </w:r>
      <w:r w:rsidRPr="00E353A5">
        <w:rPr>
          <w:sz w:val="28"/>
          <w:szCs w:val="28"/>
        </w:rPr>
        <w:t xml:space="preserve"> знания, предлага</w:t>
      </w:r>
      <w:r>
        <w:rPr>
          <w:sz w:val="28"/>
          <w:szCs w:val="28"/>
        </w:rPr>
        <w:t>ю</w:t>
      </w:r>
      <w:r w:rsidRPr="00E353A5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проведение </w:t>
      </w:r>
      <w:r w:rsidRPr="00E353A5">
        <w:rPr>
          <w:sz w:val="28"/>
          <w:szCs w:val="28"/>
        </w:rPr>
        <w:t>многоцентровых клинических исследований в медицинских организациях, с последующим научным обоснованием, что, несомненно, положительно повлияет на качество сестринской практики.</w:t>
      </w:r>
      <w:r w:rsidRPr="00E8553E">
        <w:rPr>
          <w:sz w:val="28"/>
          <w:szCs w:val="28"/>
        </w:rPr>
        <w:t xml:space="preserve"> </w:t>
      </w:r>
    </w:p>
    <w:p w:rsidR="00BA07F8" w:rsidRDefault="00BA07F8" w:rsidP="00846134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41056E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14</w:t>
      </w:r>
    </w:p>
    <w:p w:rsidR="00BA07F8" w:rsidRPr="00E353A5" w:rsidRDefault="00BA07F8" w:rsidP="00020A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Многоцентровые исследования в области сестринского дела</w:t>
      </w:r>
      <w:r w:rsidRPr="00E353A5">
        <w:rPr>
          <w:sz w:val="28"/>
          <w:szCs w:val="28"/>
        </w:rPr>
        <w:t xml:space="preserve"> необходим</w:t>
      </w:r>
      <w:r>
        <w:rPr>
          <w:sz w:val="28"/>
          <w:szCs w:val="28"/>
        </w:rPr>
        <w:t>о</w:t>
      </w:r>
      <w:r w:rsidRPr="00E353A5">
        <w:rPr>
          <w:sz w:val="28"/>
          <w:szCs w:val="28"/>
        </w:rPr>
        <w:t xml:space="preserve"> разви</w:t>
      </w:r>
      <w:r>
        <w:rPr>
          <w:sz w:val="28"/>
          <w:szCs w:val="28"/>
        </w:rPr>
        <w:t>вать</w:t>
      </w:r>
      <w:r w:rsidRPr="00E353A5">
        <w:rPr>
          <w:sz w:val="28"/>
          <w:szCs w:val="28"/>
        </w:rPr>
        <w:t xml:space="preserve"> </w:t>
      </w:r>
      <w:r>
        <w:rPr>
          <w:sz w:val="28"/>
          <w:szCs w:val="28"/>
        </w:rPr>
        <w:t>по следующим</w:t>
      </w:r>
      <w:r w:rsidRPr="00E353A5">
        <w:rPr>
          <w:sz w:val="28"/>
          <w:szCs w:val="28"/>
        </w:rPr>
        <w:t xml:space="preserve"> направлениям:</w:t>
      </w:r>
    </w:p>
    <w:p w:rsidR="00BA07F8" w:rsidRPr="00E353A5" w:rsidRDefault="00BA07F8" w:rsidP="00CF322E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современная организация сестринского ухода за различными категориями пациентов;</w:t>
      </w:r>
    </w:p>
    <w:p w:rsidR="00BA07F8" w:rsidRPr="00E353A5" w:rsidRDefault="00BA07F8" w:rsidP="00CF322E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</w:t>
      </w:r>
      <w:r w:rsidRPr="00E353A5">
        <w:rPr>
          <w:sz w:val="28"/>
          <w:szCs w:val="28"/>
        </w:rPr>
        <w:t>медицинских услуг и здоровьесберегающи</w:t>
      </w:r>
      <w:r>
        <w:rPr>
          <w:sz w:val="28"/>
          <w:szCs w:val="28"/>
        </w:rPr>
        <w:t>х</w:t>
      </w:r>
      <w:r w:rsidRPr="00E353A5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й</w:t>
      </w:r>
      <w:r w:rsidRPr="00E353A5">
        <w:rPr>
          <w:sz w:val="28"/>
          <w:szCs w:val="28"/>
        </w:rPr>
        <w:t xml:space="preserve"> (эргономика, инфекционная безопасность и др.);</w:t>
      </w:r>
    </w:p>
    <w:p w:rsidR="00BA07F8" w:rsidRPr="00E353A5" w:rsidRDefault="00BA07F8" w:rsidP="00CF322E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E353A5">
        <w:rPr>
          <w:sz w:val="28"/>
          <w:szCs w:val="28"/>
        </w:rPr>
        <w:t xml:space="preserve">профилактическая медицина; </w:t>
      </w:r>
    </w:p>
    <w:p w:rsidR="00BA07F8" w:rsidRPr="00E353A5" w:rsidRDefault="00BA07F8" w:rsidP="00CF322E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сестринская педагогика;</w:t>
      </w:r>
    </w:p>
    <w:p w:rsidR="00BA07F8" w:rsidRPr="00E353A5" w:rsidRDefault="00BA07F8" w:rsidP="00CF322E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медицинская этика;</w:t>
      </w:r>
    </w:p>
    <w:p w:rsidR="00BA07F8" w:rsidRPr="00E353A5" w:rsidRDefault="00BA07F8" w:rsidP="00CF322E">
      <w:pPr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милосердие и приверженность к профессии.</w:t>
      </w:r>
    </w:p>
    <w:p w:rsidR="00BA07F8" w:rsidRPr="00E353A5" w:rsidRDefault="00BA07F8" w:rsidP="00020A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353A5">
        <w:rPr>
          <w:sz w:val="28"/>
          <w:szCs w:val="28"/>
        </w:rPr>
        <w:t xml:space="preserve">сследования </w:t>
      </w:r>
      <w:r>
        <w:rPr>
          <w:sz w:val="28"/>
          <w:szCs w:val="28"/>
        </w:rPr>
        <w:t xml:space="preserve">по данным направлениям </w:t>
      </w:r>
      <w:r w:rsidRPr="00E353A5">
        <w:rPr>
          <w:sz w:val="28"/>
          <w:szCs w:val="28"/>
        </w:rPr>
        <w:t xml:space="preserve">должны отражать не только практическую значимость, но и экономическую эффективность их внедрения и отвечать потребностям пациентов.  </w:t>
      </w:r>
    </w:p>
    <w:p w:rsidR="00BA07F8" w:rsidRDefault="00BA07F8" w:rsidP="001D0019">
      <w:pPr>
        <w:rPr>
          <w:b/>
          <w:bCs/>
          <w:caps/>
          <w:u w:val="single"/>
        </w:rPr>
      </w:pPr>
    </w:p>
    <w:p w:rsidR="00BA07F8" w:rsidRPr="00AA7167" w:rsidRDefault="00BA07F8" w:rsidP="001D0019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15</w:t>
      </w:r>
    </w:p>
    <w:p w:rsidR="00BA07F8" w:rsidRPr="007A4A8F" w:rsidRDefault="00BA07F8" w:rsidP="00EE6D3B">
      <w:pPr>
        <w:spacing w:line="360" w:lineRule="auto"/>
        <w:ind w:firstLine="720"/>
        <w:jc w:val="both"/>
        <w:rPr>
          <w:sz w:val="28"/>
          <w:szCs w:val="28"/>
        </w:rPr>
      </w:pPr>
      <w:r w:rsidRPr="00E353A5">
        <w:rPr>
          <w:sz w:val="28"/>
          <w:szCs w:val="28"/>
        </w:rPr>
        <w:t xml:space="preserve">В процессе организации проведения совместных научных исследований, направленных на совершенствование доказательной сестринской практики, </w:t>
      </w:r>
      <w:r>
        <w:rPr>
          <w:sz w:val="28"/>
          <w:szCs w:val="28"/>
        </w:rPr>
        <w:t>Омская профессиональная сестринская ассоциация</w:t>
      </w:r>
      <w:r w:rsidRPr="00E353A5">
        <w:rPr>
          <w:sz w:val="28"/>
          <w:szCs w:val="28"/>
        </w:rPr>
        <w:t xml:space="preserve"> развивает сотрудничество с медицинскими компаниями на осн</w:t>
      </w:r>
      <w:r>
        <w:rPr>
          <w:sz w:val="28"/>
          <w:szCs w:val="28"/>
        </w:rPr>
        <w:t>ове взаимной заинтересованности. В настоящее время</w:t>
      </w:r>
      <w:r>
        <w:rPr>
          <w:color w:val="993300"/>
          <w:sz w:val="28"/>
          <w:szCs w:val="28"/>
        </w:rPr>
        <w:t xml:space="preserve"> </w:t>
      </w:r>
      <w:r w:rsidRPr="007A4A8F">
        <w:rPr>
          <w:sz w:val="28"/>
          <w:szCs w:val="28"/>
        </w:rPr>
        <w:t>формируется команда для проведения совместных исследований с медицинскими компаниями «</w:t>
      </w:r>
      <w:r>
        <w:rPr>
          <w:sz w:val="28"/>
          <w:szCs w:val="28"/>
        </w:rPr>
        <w:t>Б</w:t>
      </w:r>
      <w:r w:rsidRPr="007A4A8F">
        <w:rPr>
          <w:sz w:val="28"/>
          <w:szCs w:val="28"/>
        </w:rPr>
        <w:t>ибраун» и «Хартманн».</w:t>
      </w:r>
    </w:p>
    <w:p w:rsidR="00BA07F8" w:rsidRDefault="00BA07F8" w:rsidP="00846134">
      <w:pPr>
        <w:ind w:firstLine="708"/>
        <w:jc w:val="both"/>
        <w:rPr>
          <w:sz w:val="28"/>
          <w:szCs w:val="28"/>
        </w:rPr>
      </w:pPr>
    </w:p>
    <w:p w:rsidR="00BA07F8" w:rsidRDefault="00BA07F8" w:rsidP="00846134">
      <w:pPr>
        <w:ind w:firstLine="708"/>
        <w:jc w:val="both"/>
        <w:rPr>
          <w:sz w:val="28"/>
          <w:szCs w:val="28"/>
        </w:rPr>
      </w:pPr>
    </w:p>
    <w:p w:rsidR="00BA07F8" w:rsidRPr="00AA7167" w:rsidRDefault="00BA07F8" w:rsidP="001D0019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16</w:t>
      </w:r>
    </w:p>
    <w:p w:rsidR="00BA07F8" w:rsidRPr="00E353A5" w:rsidRDefault="00BA07F8" w:rsidP="00020A7F">
      <w:pPr>
        <w:spacing w:line="360" w:lineRule="auto"/>
        <w:ind w:firstLine="708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Актуальность профессионального непрерывного образования мы ощущаем в полной мере, и оно возможно</w:t>
      </w:r>
      <w:r>
        <w:rPr>
          <w:sz w:val="28"/>
          <w:szCs w:val="28"/>
        </w:rPr>
        <w:t xml:space="preserve"> только</w:t>
      </w:r>
      <w:r w:rsidRPr="00E353A5">
        <w:rPr>
          <w:sz w:val="28"/>
          <w:szCs w:val="28"/>
        </w:rPr>
        <w:t xml:space="preserve"> при интеграции и развитии образования -  медицины - науки.</w:t>
      </w:r>
    </w:p>
    <w:p w:rsidR="00BA07F8" w:rsidRPr="00E353A5" w:rsidRDefault="00BA07F8" w:rsidP="00020A7F">
      <w:pPr>
        <w:spacing w:line="360" w:lineRule="auto"/>
        <w:ind w:firstLine="708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В настоящее время в образовательных</w:t>
      </w:r>
      <w:r>
        <w:rPr>
          <w:sz w:val="28"/>
          <w:szCs w:val="28"/>
        </w:rPr>
        <w:t xml:space="preserve"> медицинских</w:t>
      </w:r>
      <w:r w:rsidRPr="00E353A5">
        <w:rPr>
          <w:sz w:val="28"/>
          <w:szCs w:val="28"/>
        </w:rPr>
        <w:t xml:space="preserve"> учреждениях внедряются стандарты третьего поколения, идут существенные преобразования в подготовке специалистов, создаются симуляционные </w:t>
      </w:r>
      <w:r>
        <w:rPr>
          <w:sz w:val="28"/>
          <w:szCs w:val="28"/>
        </w:rPr>
        <w:t>(</w:t>
      </w:r>
      <w:r w:rsidRPr="00E353A5">
        <w:rPr>
          <w:sz w:val="28"/>
          <w:szCs w:val="28"/>
        </w:rPr>
        <w:t>тренинговые</w:t>
      </w:r>
      <w:r>
        <w:rPr>
          <w:sz w:val="28"/>
          <w:szCs w:val="28"/>
        </w:rPr>
        <w:t>)</w:t>
      </w:r>
      <w:r w:rsidRPr="00E353A5">
        <w:rPr>
          <w:sz w:val="28"/>
          <w:szCs w:val="28"/>
        </w:rPr>
        <w:t xml:space="preserve"> центры и компьютерные обучающие программы, что, несомненно, повысит профессиональный уровень сестринского персонала, и будет способствовать  более качественному внедрению инноваций.</w:t>
      </w:r>
    </w:p>
    <w:p w:rsidR="00BA07F8" w:rsidRDefault="00BA07F8" w:rsidP="001F0DC4">
      <w:pPr>
        <w:rPr>
          <w:b/>
          <w:bCs/>
          <w:caps/>
          <w:u w:val="single"/>
        </w:rPr>
      </w:pPr>
    </w:p>
    <w:p w:rsidR="00BA07F8" w:rsidRPr="00AA7167" w:rsidRDefault="00BA07F8" w:rsidP="001F0DC4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17</w:t>
      </w:r>
    </w:p>
    <w:p w:rsidR="00BA07F8" w:rsidRDefault="00BA07F8" w:rsidP="00C73B1F">
      <w:pPr>
        <w:spacing w:line="360" w:lineRule="auto"/>
        <w:ind w:firstLine="708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Министерств</w:t>
      </w:r>
      <w:r>
        <w:rPr>
          <w:sz w:val="28"/>
          <w:szCs w:val="28"/>
        </w:rPr>
        <w:t>ом</w:t>
      </w:r>
      <w:r w:rsidRPr="00E353A5">
        <w:rPr>
          <w:sz w:val="28"/>
          <w:szCs w:val="28"/>
        </w:rPr>
        <w:t xml:space="preserve"> здравоохранения Российской Федерации приказом № 157 от 10.09.2012г. утвержден перечень координационных и совещательных органов для обеспечения согласованных действий заинтересованны</w:t>
      </w:r>
      <w:r>
        <w:rPr>
          <w:sz w:val="28"/>
          <w:szCs w:val="28"/>
        </w:rPr>
        <w:t xml:space="preserve">х органов исполнительной власти. </w:t>
      </w:r>
    </w:p>
    <w:p w:rsidR="00BA07F8" w:rsidRDefault="00BA07F8" w:rsidP="00A617DB">
      <w:pPr>
        <w:rPr>
          <w:b/>
          <w:bCs/>
          <w:caps/>
          <w:u w:val="single"/>
        </w:rPr>
      </w:pPr>
    </w:p>
    <w:p w:rsidR="00BA07F8" w:rsidRPr="00AA7167" w:rsidRDefault="00BA07F8" w:rsidP="00A617DB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18</w:t>
      </w:r>
    </w:p>
    <w:p w:rsidR="00BA07F8" w:rsidRDefault="00BA07F8" w:rsidP="00C73B1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их состав входит Научный совет, </w:t>
      </w:r>
      <w:r w:rsidRPr="00E353A5">
        <w:rPr>
          <w:sz w:val="28"/>
          <w:szCs w:val="28"/>
        </w:rPr>
        <w:t xml:space="preserve">который создан для развития научно-методического обеспечения деятельности </w:t>
      </w:r>
      <w:r>
        <w:rPr>
          <w:sz w:val="28"/>
          <w:szCs w:val="28"/>
        </w:rPr>
        <w:t>М</w:t>
      </w:r>
      <w:r w:rsidRPr="00E353A5">
        <w:rPr>
          <w:sz w:val="28"/>
          <w:szCs w:val="28"/>
        </w:rPr>
        <w:t xml:space="preserve">инистерства, подготовки предложений  по разработке и реализации программ инновационного развития по приоритетным направлениям научных исследований в сфере охраны здравоохранения. </w:t>
      </w:r>
      <w:r>
        <w:rPr>
          <w:sz w:val="28"/>
          <w:szCs w:val="28"/>
        </w:rPr>
        <w:t>А также с</w:t>
      </w:r>
      <w:r w:rsidRPr="00E353A5">
        <w:rPr>
          <w:sz w:val="28"/>
          <w:szCs w:val="28"/>
        </w:rPr>
        <w:t xml:space="preserve">оздана </w:t>
      </w:r>
      <w:r>
        <w:rPr>
          <w:sz w:val="28"/>
          <w:szCs w:val="28"/>
        </w:rPr>
        <w:t>К</w:t>
      </w:r>
      <w:r w:rsidRPr="00E353A5">
        <w:rPr>
          <w:sz w:val="28"/>
          <w:szCs w:val="28"/>
        </w:rPr>
        <w:t>омиссия по рассмотрению правовой охраны и использования объектов интеллектуальной собственности, патентов, товарных знаков результатов интеллектуальной деятельности. В этих органах будут созданы рабочие группы, в которые войдут специалисты различных профессий, ученые и преподаватели.</w:t>
      </w:r>
    </w:p>
    <w:p w:rsidR="00BA07F8" w:rsidRPr="00E353A5" w:rsidRDefault="00BA07F8" w:rsidP="00EF67E1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Хотелось бы видеть в составе</w:t>
      </w:r>
      <w:r>
        <w:rPr>
          <w:sz w:val="28"/>
          <w:szCs w:val="28"/>
        </w:rPr>
        <w:t xml:space="preserve"> этих</w:t>
      </w:r>
      <w:r w:rsidRPr="00E353A5">
        <w:rPr>
          <w:sz w:val="28"/>
          <w:szCs w:val="28"/>
        </w:rPr>
        <w:t xml:space="preserve"> групп представителей сестринской профессии</w:t>
      </w:r>
      <w:r>
        <w:rPr>
          <w:sz w:val="28"/>
          <w:szCs w:val="28"/>
        </w:rPr>
        <w:t>,</w:t>
      </w:r>
      <w:r w:rsidRPr="00E353A5">
        <w:rPr>
          <w:sz w:val="28"/>
          <w:szCs w:val="28"/>
        </w:rPr>
        <w:t xml:space="preserve"> для чего нужно создать научный комитет в </w:t>
      </w:r>
      <w:r>
        <w:rPr>
          <w:sz w:val="28"/>
          <w:szCs w:val="28"/>
        </w:rPr>
        <w:t>Ассоциации медицинских сестер России</w:t>
      </w:r>
      <w:r w:rsidRPr="00E353A5">
        <w:rPr>
          <w:sz w:val="28"/>
          <w:szCs w:val="28"/>
        </w:rPr>
        <w:t>, который бы сотрудничал с Научным советом при Министерстве здравоохранения и участвовал в проведении исследований совместно с профессорско-преподавательским составом. Такое сотрудничество позволит увеличить количество научных исследований в области сестринского дела, повысит их качество и практическую значимость.</w:t>
      </w:r>
    </w:p>
    <w:p w:rsidR="00BA07F8" w:rsidRPr="0031318A" w:rsidRDefault="00BA07F8" w:rsidP="00EF67E1">
      <w:pPr>
        <w:rPr>
          <w:b/>
          <w:bCs/>
          <w:caps/>
          <w:sz w:val="18"/>
          <w:szCs w:val="18"/>
          <w:u w:val="single"/>
        </w:rPr>
      </w:pPr>
    </w:p>
    <w:p w:rsidR="00BA07F8" w:rsidRPr="00AA7167" w:rsidRDefault="00BA07F8" w:rsidP="00EF67E1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19</w:t>
      </w:r>
    </w:p>
    <w:p w:rsidR="00BA07F8" w:rsidRPr="00E353A5" w:rsidRDefault="00BA07F8" w:rsidP="00EF67E1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Учитывая выше</w:t>
      </w:r>
      <w:r>
        <w:rPr>
          <w:sz w:val="28"/>
          <w:szCs w:val="28"/>
        </w:rPr>
        <w:t xml:space="preserve"> </w:t>
      </w:r>
      <w:r w:rsidRPr="00E353A5">
        <w:rPr>
          <w:sz w:val="28"/>
          <w:szCs w:val="28"/>
        </w:rPr>
        <w:t>изложенное, а также с целью дальнейшего развития научных исследований в области сестринского дела</w:t>
      </w:r>
      <w:r>
        <w:rPr>
          <w:sz w:val="28"/>
          <w:szCs w:val="28"/>
        </w:rPr>
        <w:t xml:space="preserve"> в России,</w:t>
      </w:r>
      <w:r w:rsidRPr="00E353A5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Всероссийского форума приняты решения по следующим вопросам</w:t>
      </w:r>
      <w:r w:rsidRPr="00E353A5">
        <w:rPr>
          <w:sz w:val="28"/>
          <w:szCs w:val="28"/>
        </w:rPr>
        <w:t>:</w:t>
      </w:r>
    </w:p>
    <w:p w:rsidR="00BA07F8" w:rsidRPr="00E353A5" w:rsidRDefault="00BA07F8" w:rsidP="00020A7F">
      <w:pPr>
        <w:numPr>
          <w:ilvl w:val="0"/>
          <w:numId w:val="16"/>
        </w:numPr>
        <w:tabs>
          <w:tab w:val="clear" w:pos="720"/>
          <w:tab w:val="num" w:pos="-76"/>
        </w:tabs>
        <w:spacing w:line="360" w:lineRule="auto"/>
        <w:jc w:val="both"/>
        <w:rPr>
          <w:sz w:val="28"/>
          <w:szCs w:val="28"/>
        </w:rPr>
      </w:pPr>
      <w:r w:rsidRPr="00E353A5">
        <w:rPr>
          <w:sz w:val="28"/>
          <w:szCs w:val="28"/>
        </w:rPr>
        <w:t>Организ</w:t>
      </w:r>
      <w:r>
        <w:rPr>
          <w:sz w:val="28"/>
          <w:szCs w:val="28"/>
        </w:rPr>
        <w:t>ации</w:t>
      </w:r>
      <w:r w:rsidRPr="00E353A5">
        <w:rPr>
          <w:sz w:val="28"/>
          <w:szCs w:val="28"/>
        </w:rPr>
        <w:t xml:space="preserve"> Научн</w:t>
      </w:r>
      <w:r>
        <w:rPr>
          <w:sz w:val="28"/>
          <w:szCs w:val="28"/>
        </w:rPr>
        <w:t>ого</w:t>
      </w:r>
      <w:r w:rsidRPr="00E353A5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E353A5">
        <w:rPr>
          <w:sz w:val="28"/>
          <w:szCs w:val="28"/>
        </w:rPr>
        <w:t xml:space="preserve"> при Ассоциации медицинских сестер России для координации проведения сестринских исследований.</w:t>
      </w:r>
    </w:p>
    <w:p w:rsidR="00BA07F8" w:rsidRPr="00E353A5" w:rsidRDefault="00BA07F8" w:rsidP="00020A7F">
      <w:pPr>
        <w:numPr>
          <w:ilvl w:val="0"/>
          <w:numId w:val="16"/>
        </w:numPr>
        <w:tabs>
          <w:tab w:val="clear" w:pos="720"/>
          <w:tab w:val="num" w:pos="-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Разработки и утверждения нормативной базы по проведению исследований в сестринском деле</w:t>
      </w:r>
      <w:r w:rsidRPr="00E353A5">
        <w:rPr>
          <w:sz w:val="28"/>
          <w:szCs w:val="28"/>
        </w:rPr>
        <w:t>.</w:t>
      </w:r>
    </w:p>
    <w:p w:rsidR="00BA07F8" w:rsidRDefault="00BA07F8" w:rsidP="00020A7F">
      <w:pPr>
        <w:numPr>
          <w:ilvl w:val="0"/>
          <w:numId w:val="16"/>
        </w:numPr>
        <w:tabs>
          <w:tab w:val="clear" w:pos="720"/>
          <w:tab w:val="num" w:pos="-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Осуществления взаимодействия с</w:t>
      </w:r>
      <w:r w:rsidRPr="00E353A5">
        <w:rPr>
          <w:sz w:val="28"/>
          <w:szCs w:val="28"/>
        </w:rPr>
        <w:t xml:space="preserve"> Научными советами </w:t>
      </w:r>
      <w:r>
        <w:rPr>
          <w:sz w:val="28"/>
          <w:szCs w:val="28"/>
        </w:rPr>
        <w:t>вуз</w:t>
      </w:r>
      <w:r w:rsidRPr="00E353A5">
        <w:rPr>
          <w:sz w:val="28"/>
          <w:szCs w:val="28"/>
        </w:rPr>
        <w:t xml:space="preserve">ов (имеющих факультеты ВСО) </w:t>
      </w:r>
      <w:r>
        <w:rPr>
          <w:sz w:val="28"/>
          <w:szCs w:val="28"/>
        </w:rPr>
        <w:t xml:space="preserve">по координации </w:t>
      </w:r>
      <w:r w:rsidRPr="00E353A5">
        <w:rPr>
          <w:sz w:val="28"/>
          <w:szCs w:val="28"/>
        </w:rPr>
        <w:t>при проведении сестринских исследований в регионах.</w:t>
      </w:r>
    </w:p>
    <w:p w:rsidR="00BA07F8" w:rsidRDefault="00BA07F8" w:rsidP="003C3B87">
      <w:pPr>
        <w:rPr>
          <w:b/>
          <w:bCs/>
          <w:caps/>
          <w:sz w:val="18"/>
          <w:szCs w:val="18"/>
          <w:u w:val="single"/>
        </w:rPr>
      </w:pPr>
    </w:p>
    <w:p w:rsidR="00BA07F8" w:rsidRPr="00AA7167" w:rsidRDefault="00BA07F8" w:rsidP="003C3B87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20</w:t>
      </w:r>
    </w:p>
    <w:p w:rsidR="00BA07F8" w:rsidRPr="00E353A5" w:rsidRDefault="00BA07F8" w:rsidP="00020A7F">
      <w:pPr>
        <w:numPr>
          <w:ilvl w:val="0"/>
          <w:numId w:val="16"/>
        </w:numPr>
        <w:tabs>
          <w:tab w:val="clear" w:pos="720"/>
          <w:tab w:val="num" w:pos="-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Ассоциацией медицинских сестер России</w:t>
      </w:r>
      <w:r w:rsidRPr="00E353A5">
        <w:rPr>
          <w:sz w:val="28"/>
          <w:szCs w:val="28"/>
        </w:rPr>
        <w:t xml:space="preserve"> совместно с Научным советом </w:t>
      </w:r>
      <w:r>
        <w:rPr>
          <w:sz w:val="28"/>
          <w:szCs w:val="28"/>
        </w:rPr>
        <w:t xml:space="preserve">Министерства здравоохранения грантов </w:t>
      </w:r>
      <w:r w:rsidRPr="00E353A5">
        <w:rPr>
          <w:sz w:val="28"/>
          <w:szCs w:val="28"/>
        </w:rPr>
        <w:t xml:space="preserve">на проведение исследований в области сестринского дела. </w:t>
      </w:r>
    </w:p>
    <w:p w:rsidR="00BA07F8" w:rsidRDefault="00BA07F8" w:rsidP="00020A7F">
      <w:pPr>
        <w:numPr>
          <w:ilvl w:val="0"/>
          <w:numId w:val="16"/>
        </w:numPr>
        <w:tabs>
          <w:tab w:val="clear" w:pos="720"/>
          <w:tab w:val="num" w:pos="-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353A5">
        <w:rPr>
          <w:sz w:val="28"/>
          <w:szCs w:val="28"/>
        </w:rPr>
        <w:t>недрени</w:t>
      </w:r>
      <w:r>
        <w:rPr>
          <w:sz w:val="28"/>
          <w:szCs w:val="28"/>
        </w:rPr>
        <w:t>е</w:t>
      </w:r>
      <w:r w:rsidRPr="00E353A5">
        <w:rPr>
          <w:sz w:val="28"/>
          <w:szCs w:val="28"/>
        </w:rPr>
        <w:t xml:space="preserve"> </w:t>
      </w:r>
      <w:r>
        <w:rPr>
          <w:sz w:val="28"/>
          <w:szCs w:val="28"/>
        </w:rPr>
        <w:t>в медицинских организациях</w:t>
      </w:r>
      <w:r w:rsidRPr="00E353A5">
        <w:rPr>
          <w:sz w:val="28"/>
          <w:szCs w:val="28"/>
        </w:rPr>
        <w:t xml:space="preserve"> новых организационных форм и технологий сестринской деятельности через доказательную сестринскую практику.</w:t>
      </w:r>
    </w:p>
    <w:p w:rsidR="00BA07F8" w:rsidRDefault="00BA07F8" w:rsidP="003C3B87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3C3B87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21</w:t>
      </w:r>
    </w:p>
    <w:p w:rsidR="00BA07F8" w:rsidRPr="00E353A5" w:rsidRDefault="00BA07F8" w:rsidP="00020A7F">
      <w:pPr>
        <w:numPr>
          <w:ilvl w:val="0"/>
          <w:numId w:val="16"/>
        </w:numPr>
        <w:tabs>
          <w:tab w:val="clear" w:pos="720"/>
          <w:tab w:val="num" w:pos="-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Активизация работы р</w:t>
      </w:r>
      <w:r w:rsidRPr="00E353A5">
        <w:rPr>
          <w:sz w:val="28"/>
          <w:szCs w:val="28"/>
        </w:rPr>
        <w:t>уководител</w:t>
      </w:r>
      <w:r>
        <w:rPr>
          <w:sz w:val="28"/>
          <w:szCs w:val="28"/>
        </w:rPr>
        <w:t>ей</w:t>
      </w:r>
      <w:r w:rsidRPr="00E353A5">
        <w:rPr>
          <w:sz w:val="28"/>
          <w:szCs w:val="28"/>
        </w:rPr>
        <w:t xml:space="preserve"> сестринского персонала по обмену опытом проведения исследований в области сестринского дела и информировани</w:t>
      </w:r>
      <w:r>
        <w:rPr>
          <w:sz w:val="28"/>
          <w:szCs w:val="28"/>
        </w:rPr>
        <w:t xml:space="preserve">ю </w:t>
      </w:r>
      <w:r w:rsidRPr="00E353A5">
        <w:rPr>
          <w:sz w:val="28"/>
          <w:szCs w:val="28"/>
        </w:rPr>
        <w:t xml:space="preserve">общественности через СМИ и </w:t>
      </w:r>
      <w:r>
        <w:rPr>
          <w:sz w:val="28"/>
          <w:szCs w:val="28"/>
        </w:rPr>
        <w:t>Интернет</w:t>
      </w:r>
      <w:r w:rsidRPr="00E353A5">
        <w:rPr>
          <w:sz w:val="28"/>
          <w:szCs w:val="28"/>
        </w:rPr>
        <w:t>.</w:t>
      </w:r>
    </w:p>
    <w:p w:rsidR="00BA07F8" w:rsidRPr="00E353A5" w:rsidRDefault="00BA07F8" w:rsidP="00020A7F">
      <w:pPr>
        <w:numPr>
          <w:ilvl w:val="0"/>
          <w:numId w:val="16"/>
        </w:numPr>
        <w:tabs>
          <w:tab w:val="clear" w:pos="720"/>
          <w:tab w:val="num" w:pos="-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Популяризация и мотивация </w:t>
      </w:r>
      <w:r w:rsidRPr="00E353A5">
        <w:rPr>
          <w:sz w:val="28"/>
          <w:szCs w:val="28"/>
        </w:rPr>
        <w:t>сестринского персонала на проведение исследований в области сестринского дела.</w:t>
      </w:r>
    </w:p>
    <w:p w:rsidR="00BA07F8" w:rsidRDefault="00BA07F8" w:rsidP="003C3B87">
      <w:pPr>
        <w:ind w:firstLine="720"/>
        <w:jc w:val="both"/>
        <w:rPr>
          <w:sz w:val="28"/>
          <w:szCs w:val="28"/>
        </w:rPr>
      </w:pPr>
    </w:p>
    <w:p w:rsidR="00BA07F8" w:rsidRPr="00AA7167" w:rsidRDefault="00BA07F8" w:rsidP="003C3B87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22</w:t>
      </w:r>
    </w:p>
    <w:p w:rsidR="00BA07F8" w:rsidRDefault="00BA07F8" w:rsidP="008461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B7736">
        <w:rPr>
          <w:sz w:val="28"/>
          <w:szCs w:val="28"/>
        </w:rPr>
        <w:t>едицинским сестрам приходиться принимать большое количество различных решений, внедрять новые формы работы, информационные и телекоммуникационные технологии, оценить результативность которых  возможно только с помощью  научных исследований. Совместная работа Ассоциации и практического здравоохранения на местах позволяет достичь качественно нового восприятия сестринской практики, подтвержденной исследованиями и положительно влияющей на качество медицинской помощи</w:t>
      </w:r>
      <w:r>
        <w:rPr>
          <w:sz w:val="28"/>
          <w:szCs w:val="28"/>
        </w:rPr>
        <w:t>.</w:t>
      </w:r>
    </w:p>
    <w:p w:rsidR="00BA07F8" w:rsidRDefault="00BA07F8" w:rsidP="006A5745">
      <w:pPr>
        <w:rPr>
          <w:b/>
          <w:bCs/>
          <w:caps/>
          <w:u w:val="single"/>
        </w:rPr>
      </w:pPr>
    </w:p>
    <w:p w:rsidR="00BA07F8" w:rsidRPr="00AA7167" w:rsidRDefault="00BA07F8" w:rsidP="006A5745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23</w:t>
      </w:r>
    </w:p>
    <w:p w:rsidR="00BA07F8" w:rsidRPr="0034284F" w:rsidRDefault="00BA07F8" w:rsidP="00882D68">
      <w:pPr>
        <w:spacing w:line="360" w:lineRule="auto"/>
        <w:ind w:firstLine="720"/>
        <w:jc w:val="both"/>
        <w:rPr>
          <w:sz w:val="28"/>
          <w:szCs w:val="28"/>
        </w:rPr>
      </w:pPr>
      <w:r w:rsidRPr="0034284F">
        <w:rPr>
          <w:sz w:val="28"/>
          <w:szCs w:val="28"/>
        </w:rPr>
        <w:t xml:space="preserve">В здравоохранении происходят значительные перемены, которые не позволяют </w:t>
      </w:r>
      <w:r>
        <w:rPr>
          <w:sz w:val="28"/>
          <w:szCs w:val="28"/>
        </w:rPr>
        <w:t xml:space="preserve">сестринскому персоналу </w:t>
      </w:r>
      <w:r w:rsidRPr="0034284F">
        <w:rPr>
          <w:sz w:val="28"/>
          <w:szCs w:val="28"/>
        </w:rPr>
        <w:t>останавливаться на достигнутом</w:t>
      </w:r>
      <w:r>
        <w:rPr>
          <w:sz w:val="28"/>
          <w:szCs w:val="28"/>
        </w:rPr>
        <w:t xml:space="preserve">. Научные исследования в области сестринского дела как никогда актуальны и </w:t>
      </w:r>
      <w:r w:rsidRPr="0034284F">
        <w:rPr>
          <w:sz w:val="28"/>
          <w:szCs w:val="28"/>
        </w:rPr>
        <w:t>способству</w:t>
      </w:r>
      <w:r>
        <w:rPr>
          <w:sz w:val="28"/>
          <w:szCs w:val="28"/>
        </w:rPr>
        <w:t>ю</w:t>
      </w:r>
      <w:r w:rsidRPr="0034284F">
        <w:rPr>
          <w:sz w:val="28"/>
          <w:szCs w:val="28"/>
        </w:rPr>
        <w:t>т адаптации сестринского персонала в новых условиях работы</w:t>
      </w:r>
      <w:r>
        <w:rPr>
          <w:sz w:val="28"/>
          <w:szCs w:val="28"/>
        </w:rPr>
        <w:t xml:space="preserve"> и </w:t>
      </w:r>
      <w:r w:rsidRPr="0034284F">
        <w:rPr>
          <w:sz w:val="28"/>
          <w:szCs w:val="28"/>
        </w:rPr>
        <w:t>позитивно влия</w:t>
      </w:r>
      <w:r>
        <w:rPr>
          <w:sz w:val="28"/>
          <w:szCs w:val="28"/>
        </w:rPr>
        <w:t>ю</w:t>
      </w:r>
      <w:r w:rsidRPr="0034284F">
        <w:rPr>
          <w:sz w:val="28"/>
          <w:szCs w:val="28"/>
        </w:rPr>
        <w:t>т на повышение статуса профессии.</w:t>
      </w:r>
    </w:p>
    <w:p w:rsidR="00BA07F8" w:rsidRPr="0034284F" w:rsidRDefault="00BA07F8" w:rsidP="0034284F">
      <w:pPr>
        <w:pStyle w:val="ListParagraph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284F">
        <w:rPr>
          <w:sz w:val="28"/>
          <w:szCs w:val="28"/>
        </w:rPr>
        <w:t xml:space="preserve">Сегодня в этом зале собрались инициативные, творческие и неравнодушные специалисты сестринского дела, которые готовы к переменам.  </w:t>
      </w:r>
      <w:r>
        <w:rPr>
          <w:sz w:val="28"/>
          <w:szCs w:val="28"/>
        </w:rPr>
        <w:t>И мы надеемся, что сестринские исследования станут приоритетными в деятельности руководителей сестринского персонала и медицинских сестер учебно-методических кабинетов</w:t>
      </w:r>
      <w:r w:rsidRPr="0034284F">
        <w:rPr>
          <w:sz w:val="28"/>
          <w:szCs w:val="28"/>
        </w:rPr>
        <w:t>!</w:t>
      </w:r>
    </w:p>
    <w:p w:rsidR="00BA07F8" w:rsidRPr="002B7736" w:rsidRDefault="00BA07F8" w:rsidP="00583EE8">
      <w:pPr>
        <w:pStyle w:val="ListParagraph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BA07F8" w:rsidRPr="002B7736" w:rsidRDefault="00BA07F8" w:rsidP="00583EE8">
      <w:pPr>
        <w:rPr>
          <w:b/>
          <w:bCs/>
          <w:caps/>
          <w:sz w:val="28"/>
          <w:szCs w:val="28"/>
          <w:u w:val="single"/>
        </w:rPr>
      </w:pPr>
      <w:r w:rsidRPr="002B7736">
        <w:rPr>
          <w:b/>
          <w:bCs/>
          <w:caps/>
          <w:sz w:val="28"/>
          <w:szCs w:val="28"/>
          <w:u w:val="single"/>
        </w:rPr>
        <w:t xml:space="preserve">СЛАЙД № </w:t>
      </w:r>
      <w:r>
        <w:rPr>
          <w:b/>
          <w:bCs/>
          <w:caps/>
          <w:sz w:val="28"/>
          <w:szCs w:val="28"/>
          <w:u w:val="single"/>
        </w:rPr>
        <w:t>24</w:t>
      </w:r>
    </w:p>
    <w:p w:rsidR="00BA07F8" w:rsidRPr="007D76BE" w:rsidRDefault="00BA07F8" w:rsidP="00583EE8">
      <w:pPr>
        <w:pStyle w:val="ListParagraph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p w:rsidR="00BA07F8" w:rsidRPr="007D76BE" w:rsidRDefault="00BA07F8" w:rsidP="00583EE8">
      <w:pPr>
        <w:pStyle w:val="ListParagraph"/>
        <w:tabs>
          <w:tab w:val="left" w:pos="426"/>
        </w:tabs>
        <w:ind w:left="360"/>
        <w:jc w:val="both"/>
        <w:rPr>
          <w:sz w:val="28"/>
          <w:szCs w:val="28"/>
        </w:rPr>
      </w:pPr>
    </w:p>
    <w:p w:rsidR="00BA07F8" w:rsidRPr="007D76BE" w:rsidRDefault="00BA07F8" w:rsidP="00583EE8">
      <w:pPr>
        <w:pStyle w:val="ListParagraph"/>
        <w:tabs>
          <w:tab w:val="left" w:pos="426"/>
        </w:tabs>
        <w:ind w:left="360"/>
        <w:jc w:val="both"/>
        <w:rPr>
          <w:sz w:val="28"/>
          <w:szCs w:val="28"/>
        </w:rPr>
      </w:pPr>
    </w:p>
    <w:p w:rsidR="00BA07F8" w:rsidRPr="007D76BE" w:rsidRDefault="00BA07F8" w:rsidP="00583EE8">
      <w:pPr>
        <w:pStyle w:val="ListParagraph"/>
        <w:tabs>
          <w:tab w:val="left" w:pos="426"/>
        </w:tabs>
        <w:ind w:left="360"/>
        <w:jc w:val="both"/>
        <w:rPr>
          <w:sz w:val="28"/>
          <w:szCs w:val="28"/>
        </w:rPr>
      </w:pPr>
    </w:p>
    <w:p w:rsidR="00BA07F8" w:rsidRPr="007D76BE" w:rsidRDefault="00BA07F8" w:rsidP="00583EE8">
      <w:pPr>
        <w:pStyle w:val="ListParagraph"/>
        <w:tabs>
          <w:tab w:val="left" w:pos="426"/>
        </w:tabs>
        <w:ind w:left="360"/>
        <w:jc w:val="both"/>
        <w:rPr>
          <w:sz w:val="28"/>
          <w:szCs w:val="28"/>
        </w:rPr>
      </w:pPr>
    </w:p>
    <w:p w:rsidR="00BA07F8" w:rsidRPr="00E353A5" w:rsidRDefault="00BA07F8" w:rsidP="00846134">
      <w:pPr>
        <w:spacing w:line="360" w:lineRule="auto"/>
        <w:ind w:firstLine="720"/>
        <w:jc w:val="both"/>
        <w:rPr>
          <w:sz w:val="28"/>
          <w:szCs w:val="28"/>
        </w:rPr>
      </w:pPr>
    </w:p>
    <w:sectPr w:rsidR="00BA07F8" w:rsidRPr="00E353A5" w:rsidSect="001C1B2F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7F8" w:rsidRDefault="00BA07F8">
      <w:r>
        <w:separator/>
      </w:r>
    </w:p>
  </w:endnote>
  <w:endnote w:type="continuationSeparator" w:id="1">
    <w:p w:rsidR="00BA07F8" w:rsidRDefault="00BA0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7F8" w:rsidRDefault="00BA07F8" w:rsidP="00E94D8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BA07F8" w:rsidRDefault="00BA07F8" w:rsidP="0089426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7F8" w:rsidRDefault="00BA07F8">
      <w:r>
        <w:separator/>
      </w:r>
    </w:p>
  </w:footnote>
  <w:footnote w:type="continuationSeparator" w:id="1">
    <w:p w:rsidR="00BA07F8" w:rsidRDefault="00BA0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2A269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750C1F"/>
    <w:multiLevelType w:val="hybridMultilevel"/>
    <w:tmpl w:val="D3FA9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4451C3"/>
    <w:multiLevelType w:val="hybridMultilevel"/>
    <w:tmpl w:val="C87A6F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D09EC"/>
    <w:multiLevelType w:val="hybridMultilevel"/>
    <w:tmpl w:val="B1D85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86656C7"/>
    <w:multiLevelType w:val="hybridMultilevel"/>
    <w:tmpl w:val="9632A2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54F461B2"/>
    <w:multiLevelType w:val="hybridMultilevel"/>
    <w:tmpl w:val="5CDE0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F17B44"/>
    <w:multiLevelType w:val="hybridMultilevel"/>
    <w:tmpl w:val="7E12118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7EB42428"/>
    <w:multiLevelType w:val="hybridMultilevel"/>
    <w:tmpl w:val="010EF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0"/>
  </w:num>
  <w:num w:numId="14">
    <w:abstractNumId w:val="4"/>
  </w:num>
  <w:num w:numId="15">
    <w:abstractNumId w:val="6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7B4"/>
    <w:rsid w:val="00005713"/>
    <w:rsid w:val="00005B4E"/>
    <w:rsid w:val="0001096E"/>
    <w:rsid w:val="00013421"/>
    <w:rsid w:val="000165F3"/>
    <w:rsid w:val="00020A7F"/>
    <w:rsid w:val="0003159B"/>
    <w:rsid w:val="00035078"/>
    <w:rsid w:val="00040E27"/>
    <w:rsid w:val="00041B2A"/>
    <w:rsid w:val="00057A88"/>
    <w:rsid w:val="000662DD"/>
    <w:rsid w:val="0006644D"/>
    <w:rsid w:val="00066BAE"/>
    <w:rsid w:val="00076F08"/>
    <w:rsid w:val="000778FB"/>
    <w:rsid w:val="00096088"/>
    <w:rsid w:val="000A66A1"/>
    <w:rsid w:val="000B1A6D"/>
    <w:rsid w:val="000C1EE3"/>
    <w:rsid w:val="000D37A1"/>
    <w:rsid w:val="000D383B"/>
    <w:rsid w:val="000D7CE1"/>
    <w:rsid w:val="000E2B7F"/>
    <w:rsid w:val="000E3F45"/>
    <w:rsid w:val="000E4892"/>
    <w:rsid w:val="000F43FA"/>
    <w:rsid w:val="00104125"/>
    <w:rsid w:val="00105FCB"/>
    <w:rsid w:val="0010684D"/>
    <w:rsid w:val="00106FC5"/>
    <w:rsid w:val="00112330"/>
    <w:rsid w:val="001124A2"/>
    <w:rsid w:val="00112890"/>
    <w:rsid w:val="001142C3"/>
    <w:rsid w:val="00115244"/>
    <w:rsid w:val="00115497"/>
    <w:rsid w:val="00122972"/>
    <w:rsid w:val="00124617"/>
    <w:rsid w:val="00126774"/>
    <w:rsid w:val="001341F4"/>
    <w:rsid w:val="001427F8"/>
    <w:rsid w:val="001448B8"/>
    <w:rsid w:val="00146B3F"/>
    <w:rsid w:val="00155462"/>
    <w:rsid w:val="001575E6"/>
    <w:rsid w:val="00164A08"/>
    <w:rsid w:val="00165010"/>
    <w:rsid w:val="00165365"/>
    <w:rsid w:val="0017095C"/>
    <w:rsid w:val="00172C90"/>
    <w:rsid w:val="00174B80"/>
    <w:rsid w:val="001842CD"/>
    <w:rsid w:val="00195AF7"/>
    <w:rsid w:val="00195FAD"/>
    <w:rsid w:val="001A4FB4"/>
    <w:rsid w:val="001A5E43"/>
    <w:rsid w:val="001A699B"/>
    <w:rsid w:val="001A7533"/>
    <w:rsid w:val="001A7D6D"/>
    <w:rsid w:val="001B1DC5"/>
    <w:rsid w:val="001B7477"/>
    <w:rsid w:val="001C069C"/>
    <w:rsid w:val="001C0872"/>
    <w:rsid w:val="001C1317"/>
    <w:rsid w:val="001C1B2F"/>
    <w:rsid w:val="001C42C4"/>
    <w:rsid w:val="001D0019"/>
    <w:rsid w:val="001D1B2F"/>
    <w:rsid w:val="001E20E9"/>
    <w:rsid w:val="001E4CFE"/>
    <w:rsid w:val="001F0DC4"/>
    <w:rsid w:val="001F4088"/>
    <w:rsid w:val="001F4B6C"/>
    <w:rsid w:val="002015BC"/>
    <w:rsid w:val="002023B9"/>
    <w:rsid w:val="00210FE2"/>
    <w:rsid w:val="0021357B"/>
    <w:rsid w:val="002174C3"/>
    <w:rsid w:val="0022092D"/>
    <w:rsid w:val="00222336"/>
    <w:rsid w:val="00223D53"/>
    <w:rsid w:val="00224688"/>
    <w:rsid w:val="002336A4"/>
    <w:rsid w:val="00241582"/>
    <w:rsid w:val="00241DA1"/>
    <w:rsid w:val="00242F76"/>
    <w:rsid w:val="0024507E"/>
    <w:rsid w:val="00245CD1"/>
    <w:rsid w:val="00247C3C"/>
    <w:rsid w:val="00257C66"/>
    <w:rsid w:val="00261B79"/>
    <w:rsid w:val="00273335"/>
    <w:rsid w:val="002757F1"/>
    <w:rsid w:val="002775FD"/>
    <w:rsid w:val="0028456D"/>
    <w:rsid w:val="00286550"/>
    <w:rsid w:val="0029041C"/>
    <w:rsid w:val="002933B3"/>
    <w:rsid w:val="002A41C0"/>
    <w:rsid w:val="002A7345"/>
    <w:rsid w:val="002B191F"/>
    <w:rsid w:val="002B4BCA"/>
    <w:rsid w:val="002B5227"/>
    <w:rsid w:val="002B7736"/>
    <w:rsid w:val="002D1293"/>
    <w:rsid w:val="002D6231"/>
    <w:rsid w:val="002E06F6"/>
    <w:rsid w:val="002E12BE"/>
    <w:rsid w:val="002E1D50"/>
    <w:rsid w:val="002E1DC2"/>
    <w:rsid w:val="002E6EF5"/>
    <w:rsid w:val="002E7019"/>
    <w:rsid w:val="002F0B93"/>
    <w:rsid w:val="002F2A9E"/>
    <w:rsid w:val="00303059"/>
    <w:rsid w:val="0030333D"/>
    <w:rsid w:val="00305EBF"/>
    <w:rsid w:val="003073CD"/>
    <w:rsid w:val="003101A0"/>
    <w:rsid w:val="0031318A"/>
    <w:rsid w:val="00320769"/>
    <w:rsid w:val="00322426"/>
    <w:rsid w:val="00324C11"/>
    <w:rsid w:val="00325ECD"/>
    <w:rsid w:val="0032763E"/>
    <w:rsid w:val="00331FC0"/>
    <w:rsid w:val="0033292F"/>
    <w:rsid w:val="0033490E"/>
    <w:rsid w:val="00335DF3"/>
    <w:rsid w:val="003406F3"/>
    <w:rsid w:val="00341F0E"/>
    <w:rsid w:val="0034284F"/>
    <w:rsid w:val="00355A7B"/>
    <w:rsid w:val="00356060"/>
    <w:rsid w:val="0036399C"/>
    <w:rsid w:val="00376B16"/>
    <w:rsid w:val="003772FD"/>
    <w:rsid w:val="00380B30"/>
    <w:rsid w:val="00383E46"/>
    <w:rsid w:val="003842E3"/>
    <w:rsid w:val="00385FC0"/>
    <w:rsid w:val="00391DE0"/>
    <w:rsid w:val="00396E8C"/>
    <w:rsid w:val="00397FA2"/>
    <w:rsid w:val="003A52B6"/>
    <w:rsid w:val="003B49F8"/>
    <w:rsid w:val="003C3B87"/>
    <w:rsid w:val="003C407C"/>
    <w:rsid w:val="003D18BA"/>
    <w:rsid w:val="003E7CFC"/>
    <w:rsid w:val="00403464"/>
    <w:rsid w:val="00405E4D"/>
    <w:rsid w:val="00407221"/>
    <w:rsid w:val="0041056E"/>
    <w:rsid w:val="004157FE"/>
    <w:rsid w:val="00421B13"/>
    <w:rsid w:val="00425348"/>
    <w:rsid w:val="004255EF"/>
    <w:rsid w:val="00433B74"/>
    <w:rsid w:val="00434400"/>
    <w:rsid w:val="00435456"/>
    <w:rsid w:val="00435AA7"/>
    <w:rsid w:val="00436AAA"/>
    <w:rsid w:val="00436E14"/>
    <w:rsid w:val="0044410F"/>
    <w:rsid w:val="00446291"/>
    <w:rsid w:val="00447E4E"/>
    <w:rsid w:val="004540E1"/>
    <w:rsid w:val="004546E8"/>
    <w:rsid w:val="0046195A"/>
    <w:rsid w:val="00466936"/>
    <w:rsid w:val="004715AC"/>
    <w:rsid w:val="00471673"/>
    <w:rsid w:val="00472010"/>
    <w:rsid w:val="00477C40"/>
    <w:rsid w:val="00485585"/>
    <w:rsid w:val="004906B7"/>
    <w:rsid w:val="004A148C"/>
    <w:rsid w:val="004A4BE6"/>
    <w:rsid w:val="004A53AB"/>
    <w:rsid w:val="004A63F2"/>
    <w:rsid w:val="004B4308"/>
    <w:rsid w:val="004B4AFE"/>
    <w:rsid w:val="004C2E9A"/>
    <w:rsid w:val="004C3435"/>
    <w:rsid w:val="004C45DA"/>
    <w:rsid w:val="004C59BB"/>
    <w:rsid w:val="004C5DB5"/>
    <w:rsid w:val="004C6AC6"/>
    <w:rsid w:val="004C74F6"/>
    <w:rsid w:val="004D0131"/>
    <w:rsid w:val="004D587B"/>
    <w:rsid w:val="004E06CF"/>
    <w:rsid w:val="004E1F74"/>
    <w:rsid w:val="004E32AB"/>
    <w:rsid w:val="004E42B0"/>
    <w:rsid w:val="004E48BE"/>
    <w:rsid w:val="004F0894"/>
    <w:rsid w:val="004F7DDB"/>
    <w:rsid w:val="005010B9"/>
    <w:rsid w:val="00501B71"/>
    <w:rsid w:val="00527C37"/>
    <w:rsid w:val="00536145"/>
    <w:rsid w:val="00541DCC"/>
    <w:rsid w:val="00551163"/>
    <w:rsid w:val="005558D6"/>
    <w:rsid w:val="005567B6"/>
    <w:rsid w:val="005615D8"/>
    <w:rsid w:val="00562607"/>
    <w:rsid w:val="0056344E"/>
    <w:rsid w:val="005669ED"/>
    <w:rsid w:val="00567550"/>
    <w:rsid w:val="00571B1E"/>
    <w:rsid w:val="00571BFE"/>
    <w:rsid w:val="00583E3D"/>
    <w:rsid w:val="00583EE8"/>
    <w:rsid w:val="00584F9C"/>
    <w:rsid w:val="00586B2D"/>
    <w:rsid w:val="005964E0"/>
    <w:rsid w:val="005A08AC"/>
    <w:rsid w:val="005A1775"/>
    <w:rsid w:val="005B1021"/>
    <w:rsid w:val="005B2238"/>
    <w:rsid w:val="005B5256"/>
    <w:rsid w:val="005C1BC9"/>
    <w:rsid w:val="005C2694"/>
    <w:rsid w:val="005D2665"/>
    <w:rsid w:val="005E3570"/>
    <w:rsid w:val="005F2904"/>
    <w:rsid w:val="005F2AFA"/>
    <w:rsid w:val="005F2B48"/>
    <w:rsid w:val="005F3A1E"/>
    <w:rsid w:val="005F57F9"/>
    <w:rsid w:val="0060175B"/>
    <w:rsid w:val="00603F13"/>
    <w:rsid w:val="00605578"/>
    <w:rsid w:val="00611C56"/>
    <w:rsid w:val="00612A5F"/>
    <w:rsid w:val="0061384D"/>
    <w:rsid w:val="00617D7A"/>
    <w:rsid w:val="00623852"/>
    <w:rsid w:val="00626EC9"/>
    <w:rsid w:val="00627F94"/>
    <w:rsid w:val="00637596"/>
    <w:rsid w:val="006467ED"/>
    <w:rsid w:val="006507E2"/>
    <w:rsid w:val="006507EA"/>
    <w:rsid w:val="006511B7"/>
    <w:rsid w:val="00662B95"/>
    <w:rsid w:val="00663F93"/>
    <w:rsid w:val="00666750"/>
    <w:rsid w:val="00692D07"/>
    <w:rsid w:val="00695AE6"/>
    <w:rsid w:val="006969EF"/>
    <w:rsid w:val="006A36C1"/>
    <w:rsid w:val="006A5745"/>
    <w:rsid w:val="006A7155"/>
    <w:rsid w:val="006B1B78"/>
    <w:rsid w:val="006D0712"/>
    <w:rsid w:val="006D614B"/>
    <w:rsid w:val="006D6EF5"/>
    <w:rsid w:val="006E38B9"/>
    <w:rsid w:val="006E5793"/>
    <w:rsid w:val="00702489"/>
    <w:rsid w:val="00707530"/>
    <w:rsid w:val="00707DEC"/>
    <w:rsid w:val="007118B2"/>
    <w:rsid w:val="0072288C"/>
    <w:rsid w:val="00722CBF"/>
    <w:rsid w:val="00726454"/>
    <w:rsid w:val="007271E0"/>
    <w:rsid w:val="007302D2"/>
    <w:rsid w:val="0073160B"/>
    <w:rsid w:val="00734B8D"/>
    <w:rsid w:val="0074048C"/>
    <w:rsid w:val="007410D3"/>
    <w:rsid w:val="00753047"/>
    <w:rsid w:val="007609BC"/>
    <w:rsid w:val="00765C6C"/>
    <w:rsid w:val="00770779"/>
    <w:rsid w:val="007737DF"/>
    <w:rsid w:val="00773F26"/>
    <w:rsid w:val="007800B9"/>
    <w:rsid w:val="00785381"/>
    <w:rsid w:val="0079185B"/>
    <w:rsid w:val="00794534"/>
    <w:rsid w:val="0079549A"/>
    <w:rsid w:val="007A165C"/>
    <w:rsid w:val="007A1E15"/>
    <w:rsid w:val="007A4A8F"/>
    <w:rsid w:val="007A5C2F"/>
    <w:rsid w:val="007B3FAB"/>
    <w:rsid w:val="007B6C51"/>
    <w:rsid w:val="007C47C6"/>
    <w:rsid w:val="007C662C"/>
    <w:rsid w:val="007C7523"/>
    <w:rsid w:val="007D02AC"/>
    <w:rsid w:val="007D34E0"/>
    <w:rsid w:val="007D575F"/>
    <w:rsid w:val="007D5CFA"/>
    <w:rsid w:val="007D6B21"/>
    <w:rsid w:val="007D76BE"/>
    <w:rsid w:val="007E0363"/>
    <w:rsid w:val="007E6BE8"/>
    <w:rsid w:val="007F038B"/>
    <w:rsid w:val="007F21A9"/>
    <w:rsid w:val="007F7809"/>
    <w:rsid w:val="00801289"/>
    <w:rsid w:val="008108E7"/>
    <w:rsid w:val="00813041"/>
    <w:rsid w:val="00813C2A"/>
    <w:rsid w:val="00813C3C"/>
    <w:rsid w:val="00814C4E"/>
    <w:rsid w:val="00822F9A"/>
    <w:rsid w:val="0084122C"/>
    <w:rsid w:val="00841EEE"/>
    <w:rsid w:val="00846134"/>
    <w:rsid w:val="00852CDE"/>
    <w:rsid w:val="0085580C"/>
    <w:rsid w:val="008605F8"/>
    <w:rsid w:val="00862595"/>
    <w:rsid w:val="00865621"/>
    <w:rsid w:val="008656F2"/>
    <w:rsid w:val="0086645D"/>
    <w:rsid w:val="00882D68"/>
    <w:rsid w:val="0089153A"/>
    <w:rsid w:val="0089426E"/>
    <w:rsid w:val="00895A3B"/>
    <w:rsid w:val="008A3ABB"/>
    <w:rsid w:val="008A5AD9"/>
    <w:rsid w:val="008A73A6"/>
    <w:rsid w:val="008A74E2"/>
    <w:rsid w:val="008B0E16"/>
    <w:rsid w:val="008B16A7"/>
    <w:rsid w:val="008B3EBA"/>
    <w:rsid w:val="008B72BA"/>
    <w:rsid w:val="008D330E"/>
    <w:rsid w:val="008D43D0"/>
    <w:rsid w:val="008D7AC4"/>
    <w:rsid w:val="008D7E61"/>
    <w:rsid w:val="008E0384"/>
    <w:rsid w:val="008E47CE"/>
    <w:rsid w:val="008F0ED5"/>
    <w:rsid w:val="008F1185"/>
    <w:rsid w:val="008F45D5"/>
    <w:rsid w:val="008F498F"/>
    <w:rsid w:val="0090125E"/>
    <w:rsid w:val="00907F47"/>
    <w:rsid w:val="00913AE8"/>
    <w:rsid w:val="00914960"/>
    <w:rsid w:val="00914D19"/>
    <w:rsid w:val="00920700"/>
    <w:rsid w:val="00920EC2"/>
    <w:rsid w:val="0092285E"/>
    <w:rsid w:val="00932532"/>
    <w:rsid w:val="00946B82"/>
    <w:rsid w:val="009476DF"/>
    <w:rsid w:val="00947E6E"/>
    <w:rsid w:val="00962332"/>
    <w:rsid w:val="00971B9F"/>
    <w:rsid w:val="00974122"/>
    <w:rsid w:val="00981656"/>
    <w:rsid w:val="009A17FE"/>
    <w:rsid w:val="009A184F"/>
    <w:rsid w:val="009A3735"/>
    <w:rsid w:val="009B4636"/>
    <w:rsid w:val="009C0CC3"/>
    <w:rsid w:val="009C11EA"/>
    <w:rsid w:val="009C76C4"/>
    <w:rsid w:val="009D2B07"/>
    <w:rsid w:val="009E4B23"/>
    <w:rsid w:val="009F0D65"/>
    <w:rsid w:val="00A00903"/>
    <w:rsid w:val="00A138AC"/>
    <w:rsid w:val="00A27699"/>
    <w:rsid w:val="00A308F3"/>
    <w:rsid w:val="00A343E2"/>
    <w:rsid w:val="00A361B3"/>
    <w:rsid w:val="00A433C1"/>
    <w:rsid w:val="00A44279"/>
    <w:rsid w:val="00A448BB"/>
    <w:rsid w:val="00A45C44"/>
    <w:rsid w:val="00A4753A"/>
    <w:rsid w:val="00A527F8"/>
    <w:rsid w:val="00A53270"/>
    <w:rsid w:val="00A617DB"/>
    <w:rsid w:val="00A65966"/>
    <w:rsid w:val="00A66CE8"/>
    <w:rsid w:val="00A70EAF"/>
    <w:rsid w:val="00A73969"/>
    <w:rsid w:val="00A74A54"/>
    <w:rsid w:val="00A74CAA"/>
    <w:rsid w:val="00A82BAE"/>
    <w:rsid w:val="00A85F10"/>
    <w:rsid w:val="00AA14F6"/>
    <w:rsid w:val="00AA7167"/>
    <w:rsid w:val="00AB503B"/>
    <w:rsid w:val="00AC74FA"/>
    <w:rsid w:val="00AD228B"/>
    <w:rsid w:val="00AD4BCC"/>
    <w:rsid w:val="00AD665E"/>
    <w:rsid w:val="00AE52C8"/>
    <w:rsid w:val="00AE5640"/>
    <w:rsid w:val="00AF00AA"/>
    <w:rsid w:val="00B035C4"/>
    <w:rsid w:val="00B03F25"/>
    <w:rsid w:val="00B1194E"/>
    <w:rsid w:val="00B119F0"/>
    <w:rsid w:val="00B20E0F"/>
    <w:rsid w:val="00B23251"/>
    <w:rsid w:val="00B23628"/>
    <w:rsid w:val="00B23CB1"/>
    <w:rsid w:val="00B35E7A"/>
    <w:rsid w:val="00B369D5"/>
    <w:rsid w:val="00B3703D"/>
    <w:rsid w:val="00B40882"/>
    <w:rsid w:val="00B42191"/>
    <w:rsid w:val="00B46153"/>
    <w:rsid w:val="00B50DDD"/>
    <w:rsid w:val="00B57126"/>
    <w:rsid w:val="00B57644"/>
    <w:rsid w:val="00B6154B"/>
    <w:rsid w:val="00B6189B"/>
    <w:rsid w:val="00B62181"/>
    <w:rsid w:val="00B715AA"/>
    <w:rsid w:val="00B736A2"/>
    <w:rsid w:val="00B73F29"/>
    <w:rsid w:val="00B77B6A"/>
    <w:rsid w:val="00B90F43"/>
    <w:rsid w:val="00B93412"/>
    <w:rsid w:val="00B93E10"/>
    <w:rsid w:val="00B96C09"/>
    <w:rsid w:val="00B97C40"/>
    <w:rsid w:val="00BA07F8"/>
    <w:rsid w:val="00BA0E57"/>
    <w:rsid w:val="00BA7C5C"/>
    <w:rsid w:val="00BB0183"/>
    <w:rsid w:val="00BB0D4D"/>
    <w:rsid w:val="00BB6FBC"/>
    <w:rsid w:val="00BC054B"/>
    <w:rsid w:val="00BC5631"/>
    <w:rsid w:val="00BC6D4C"/>
    <w:rsid w:val="00BD4E7E"/>
    <w:rsid w:val="00BD5DFC"/>
    <w:rsid w:val="00BD75E9"/>
    <w:rsid w:val="00BD7F9D"/>
    <w:rsid w:val="00BE0F68"/>
    <w:rsid w:val="00BE3298"/>
    <w:rsid w:val="00BE4AC9"/>
    <w:rsid w:val="00BE50C0"/>
    <w:rsid w:val="00BE65C0"/>
    <w:rsid w:val="00BE7F67"/>
    <w:rsid w:val="00BF353F"/>
    <w:rsid w:val="00BF57FD"/>
    <w:rsid w:val="00BF6C0B"/>
    <w:rsid w:val="00BF716F"/>
    <w:rsid w:val="00C03123"/>
    <w:rsid w:val="00C059AD"/>
    <w:rsid w:val="00C15736"/>
    <w:rsid w:val="00C17AE3"/>
    <w:rsid w:val="00C21BEB"/>
    <w:rsid w:val="00C26702"/>
    <w:rsid w:val="00C30274"/>
    <w:rsid w:val="00C32804"/>
    <w:rsid w:val="00C36052"/>
    <w:rsid w:val="00C41F97"/>
    <w:rsid w:val="00C534E8"/>
    <w:rsid w:val="00C55DA7"/>
    <w:rsid w:val="00C57947"/>
    <w:rsid w:val="00C62E7E"/>
    <w:rsid w:val="00C70788"/>
    <w:rsid w:val="00C73B1F"/>
    <w:rsid w:val="00C74747"/>
    <w:rsid w:val="00C8050A"/>
    <w:rsid w:val="00C8075A"/>
    <w:rsid w:val="00C80AE9"/>
    <w:rsid w:val="00C81387"/>
    <w:rsid w:val="00C90422"/>
    <w:rsid w:val="00C94BDC"/>
    <w:rsid w:val="00CA284B"/>
    <w:rsid w:val="00CA417D"/>
    <w:rsid w:val="00CA6689"/>
    <w:rsid w:val="00CB3D1C"/>
    <w:rsid w:val="00CC27B4"/>
    <w:rsid w:val="00CD1127"/>
    <w:rsid w:val="00CD1939"/>
    <w:rsid w:val="00CE02F7"/>
    <w:rsid w:val="00CE0BD8"/>
    <w:rsid w:val="00CE2A93"/>
    <w:rsid w:val="00CF14EB"/>
    <w:rsid w:val="00CF31C5"/>
    <w:rsid w:val="00CF322E"/>
    <w:rsid w:val="00CF4586"/>
    <w:rsid w:val="00CF5AF7"/>
    <w:rsid w:val="00D050E8"/>
    <w:rsid w:val="00D20E6D"/>
    <w:rsid w:val="00D2181A"/>
    <w:rsid w:val="00D23D8D"/>
    <w:rsid w:val="00D257C3"/>
    <w:rsid w:val="00D333A8"/>
    <w:rsid w:val="00D33DBB"/>
    <w:rsid w:val="00D3702A"/>
    <w:rsid w:val="00D45951"/>
    <w:rsid w:val="00D45A2A"/>
    <w:rsid w:val="00D51636"/>
    <w:rsid w:val="00D52134"/>
    <w:rsid w:val="00D6285A"/>
    <w:rsid w:val="00D643D6"/>
    <w:rsid w:val="00D664FD"/>
    <w:rsid w:val="00D707CD"/>
    <w:rsid w:val="00D72351"/>
    <w:rsid w:val="00D730A2"/>
    <w:rsid w:val="00D73668"/>
    <w:rsid w:val="00D76852"/>
    <w:rsid w:val="00D7792A"/>
    <w:rsid w:val="00D803CC"/>
    <w:rsid w:val="00D82EA7"/>
    <w:rsid w:val="00DA4BF4"/>
    <w:rsid w:val="00DA7740"/>
    <w:rsid w:val="00DA78D3"/>
    <w:rsid w:val="00DB4082"/>
    <w:rsid w:val="00DB418F"/>
    <w:rsid w:val="00DB452E"/>
    <w:rsid w:val="00DB46B5"/>
    <w:rsid w:val="00DC281F"/>
    <w:rsid w:val="00DC2A89"/>
    <w:rsid w:val="00DC2F7B"/>
    <w:rsid w:val="00DC3076"/>
    <w:rsid w:val="00DC3D00"/>
    <w:rsid w:val="00DC55AE"/>
    <w:rsid w:val="00DC762C"/>
    <w:rsid w:val="00DD4C55"/>
    <w:rsid w:val="00DD536D"/>
    <w:rsid w:val="00DE145B"/>
    <w:rsid w:val="00DE29CF"/>
    <w:rsid w:val="00DE40BF"/>
    <w:rsid w:val="00DE4319"/>
    <w:rsid w:val="00E0105C"/>
    <w:rsid w:val="00E06AFE"/>
    <w:rsid w:val="00E10D91"/>
    <w:rsid w:val="00E1487A"/>
    <w:rsid w:val="00E15112"/>
    <w:rsid w:val="00E21328"/>
    <w:rsid w:val="00E332A7"/>
    <w:rsid w:val="00E34BA1"/>
    <w:rsid w:val="00E353A5"/>
    <w:rsid w:val="00E43F48"/>
    <w:rsid w:val="00E47E9E"/>
    <w:rsid w:val="00E507B2"/>
    <w:rsid w:val="00E5186D"/>
    <w:rsid w:val="00E52BC8"/>
    <w:rsid w:val="00E574A5"/>
    <w:rsid w:val="00E57B4A"/>
    <w:rsid w:val="00E616D3"/>
    <w:rsid w:val="00E63E38"/>
    <w:rsid w:val="00E70A86"/>
    <w:rsid w:val="00E76892"/>
    <w:rsid w:val="00E81B1E"/>
    <w:rsid w:val="00E82450"/>
    <w:rsid w:val="00E8553E"/>
    <w:rsid w:val="00E86DBB"/>
    <w:rsid w:val="00E9405E"/>
    <w:rsid w:val="00E94701"/>
    <w:rsid w:val="00E94D87"/>
    <w:rsid w:val="00E95A56"/>
    <w:rsid w:val="00E96522"/>
    <w:rsid w:val="00EA0472"/>
    <w:rsid w:val="00EA386E"/>
    <w:rsid w:val="00EB05F8"/>
    <w:rsid w:val="00EB3152"/>
    <w:rsid w:val="00EB3AEB"/>
    <w:rsid w:val="00EC32CE"/>
    <w:rsid w:val="00EC7262"/>
    <w:rsid w:val="00EC7CED"/>
    <w:rsid w:val="00ED0153"/>
    <w:rsid w:val="00ED1207"/>
    <w:rsid w:val="00ED4AD2"/>
    <w:rsid w:val="00EE3B67"/>
    <w:rsid w:val="00EE4038"/>
    <w:rsid w:val="00EE5A28"/>
    <w:rsid w:val="00EE6D3B"/>
    <w:rsid w:val="00EF3563"/>
    <w:rsid w:val="00EF4BFF"/>
    <w:rsid w:val="00EF67E1"/>
    <w:rsid w:val="00EF7FED"/>
    <w:rsid w:val="00F02D20"/>
    <w:rsid w:val="00F038AD"/>
    <w:rsid w:val="00F03DD6"/>
    <w:rsid w:val="00F133A7"/>
    <w:rsid w:val="00F138FD"/>
    <w:rsid w:val="00F15CAE"/>
    <w:rsid w:val="00F23109"/>
    <w:rsid w:val="00F31E79"/>
    <w:rsid w:val="00F32F1F"/>
    <w:rsid w:val="00F35D4A"/>
    <w:rsid w:val="00F4126F"/>
    <w:rsid w:val="00F4221B"/>
    <w:rsid w:val="00F42DDB"/>
    <w:rsid w:val="00F45D84"/>
    <w:rsid w:val="00F53061"/>
    <w:rsid w:val="00F53105"/>
    <w:rsid w:val="00F53149"/>
    <w:rsid w:val="00F616AF"/>
    <w:rsid w:val="00F61A1F"/>
    <w:rsid w:val="00F65C86"/>
    <w:rsid w:val="00F717EF"/>
    <w:rsid w:val="00F82AD9"/>
    <w:rsid w:val="00F859A6"/>
    <w:rsid w:val="00F8773C"/>
    <w:rsid w:val="00F95827"/>
    <w:rsid w:val="00FA3BB6"/>
    <w:rsid w:val="00FA46D3"/>
    <w:rsid w:val="00FB2528"/>
    <w:rsid w:val="00FB3CF6"/>
    <w:rsid w:val="00FB6EFF"/>
    <w:rsid w:val="00FC190D"/>
    <w:rsid w:val="00FC6D9E"/>
    <w:rsid w:val="00FD55B8"/>
    <w:rsid w:val="00FE31C7"/>
    <w:rsid w:val="00FE395D"/>
    <w:rsid w:val="00FF476B"/>
    <w:rsid w:val="00FF492D"/>
    <w:rsid w:val="00FF624D"/>
    <w:rsid w:val="00FF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A5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406F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uiPriority w:val="99"/>
    <w:rsid w:val="003406F3"/>
    <w:pPr>
      <w:ind w:left="720"/>
    </w:pPr>
  </w:style>
  <w:style w:type="paragraph" w:styleId="Footer">
    <w:name w:val="footer"/>
    <w:basedOn w:val="Normal"/>
    <w:link w:val="FooterChar"/>
    <w:uiPriority w:val="99"/>
    <w:rsid w:val="0089426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2D0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9426E"/>
  </w:style>
  <w:style w:type="character" w:styleId="Strong">
    <w:name w:val="Strong"/>
    <w:basedOn w:val="DefaultParagraphFont"/>
    <w:uiPriority w:val="99"/>
    <w:qFormat/>
    <w:rsid w:val="00EE3B67"/>
    <w:rPr>
      <w:b/>
      <w:bCs/>
    </w:rPr>
  </w:style>
  <w:style w:type="paragraph" w:styleId="ListBullet">
    <w:name w:val="List Bullet"/>
    <w:basedOn w:val="Normal"/>
    <w:autoRedefine/>
    <w:uiPriority w:val="99"/>
    <w:rsid w:val="00A70EAF"/>
    <w:pPr>
      <w:numPr>
        <w:numId w:val="8"/>
      </w:numPr>
      <w:ind w:left="360"/>
    </w:pPr>
  </w:style>
  <w:style w:type="paragraph" w:styleId="ListParagraph">
    <w:name w:val="List Paragraph"/>
    <w:basedOn w:val="Normal"/>
    <w:uiPriority w:val="99"/>
    <w:qFormat/>
    <w:rsid w:val="00583EE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4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214</TotalTime>
  <Pages>8</Pages>
  <Words>1815</Words>
  <Characters>10352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pol-104-glss</dc:creator>
  <cp:keywords/>
  <dc:description/>
  <cp:lastModifiedBy>pol-104-glss</cp:lastModifiedBy>
  <cp:revision>50</cp:revision>
  <cp:lastPrinted>2012-09-29T04:30:00Z</cp:lastPrinted>
  <dcterms:created xsi:type="dcterms:W3CDTF">2012-09-28T18:12:00Z</dcterms:created>
  <dcterms:modified xsi:type="dcterms:W3CDTF">2012-11-26T07:05:00Z</dcterms:modified>
</cp:coreProperties>
</file>