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FB" w:rsidRPr="001F2776" w:rsidRDefault="00334A50" w:rsidP="001F2776">
      <w:pPr>
        <w:spacing w:line="360" w:lineRule="auto"/>
        <w:jc w:val="center"/>
        <w:rPr>
          <w:b/>
          <w:caps/>
        </w:rPr>
      </w:pPr>
      <w:r w:rsidRPr="001F2776">
        <w:rPr>
          <w:b/>
          <w:caps/>
        </w:rPr>
        <w:t>Повышение эффективности работы регистратуры</w:t>
      </w:r>
      <w:r w:rsidR="002D7A3D">
        <w:rPr>
          <w:b/>
          <w:caps/>
        </w:rPr>
        <w:t xml:space="preserve"> поликлиники</w:t>
      </w:r>
    </w:p>
    <w:p w:rsidR="00334A50" w:rsidRPr="001F2776" w:rsidRDefault="00334A50" w:rsidP="001F2776">
      <w:pPr>
        <w:spacing w:line="360" w:lineRule="auto"/>
        <w:jc w:val="right"/>
      </w:pPr>
    </w:p>
    <w:p w:rsidR="00334A50" w:rsidRPr="001F2776" w:rsidRDefault="00334A50" w:rsidP="001F2776">
      <w:pPr>
        <w:spacing w:line="360" w:lineRule="auto"/>
        <w:jc w:val="both"/>
      </w:pPr>
      <w:r w:rsidRPr="001F2776">
        <w:t>Разумова Н</w:t>
      </w:r>
      <w:r w:rsidR="00E51643" w:rsidRPr="001F2776">
        <w:t>.</w:t>
      </w:r>
      <w:r w:rsidR="001F2776">
        <w:t xml:space="preserve"> </w:t>
      </w:r>
      <w:r w:rsidRPr="001F2776">
        <w:t>В</w:t>
      </w:r>
      <w:r w:rsidR="00E51643" w:rsidRPr="001F2776">
        <w:t>., главная медицинская сестра</w:t>
      </w:r>
      <w:r w:rsidR="001F2776">
        <w:t xml:space="preserve"> </w:t>
      </w:r>
      <w:r w:rsidR="00E51643" w:rsidRPr="001F2776">
        <w:t>б</w:t>
      </w:r>
      <w:r w:rsidRPr="001F2776">
        <w:t>юджетно</w:t>
      </w:r>
      <w:r w:rsidR="00E51643" w:rsidRPr="001F2776">
        <w:t>го</w:t>
      </w:r>
      <w:r w:rsidRPr="001F2776">
        <w:t xml:space="preserve"> учреждени</w:t>
      </w:r>
      <w:r w:rsidR="00E51643" w:rsidRPr="001F2776">
        <w:t>я</w:t>
      </w:r>
      <w:r w:rsidRPr="001F2776">
        <w:t xml:space="preserve"> здравоохранения</w:t>
      </w:r>
    </w:p>
    <w:p w:rsidR="00E51643" w:rsidRPr="001F2776" w:rsidRDefault="00334A50" w:rsidP="001F2776">
      <w:pPr>
        <w:spacing w:line="360" w:lineRule="auto"/>
        <w:jc w:val="both"/>
      </w:pPr>
      <w:r w:rsidRPr="001F2776">
        <w:t>Омской области «Городская поликлиника №</w:t>
      </w:r>
      <w:r w:rsidR="00E51643" w:rsidRPr="001F2776">
        <w:t xml:space="preserve"> </w:t>
      </w:r>
      <w:r w:rsidRPr="001F2776">
        <w:t>12»</w:t>
      </w:r>
      <w:r w:rsidR="001F2776">
        <w:t xml:space="preserve">, </w:t>
      </w:r>
      <w:r w:rsidR="00E51643" w:rsidRPr="001F2776">
        <w:t xml:space="preserve"> г.</w:t>
      </w:r>
      <w:r w:rsidR="001F2776">
        <w:t xml:space="preserve"> </w:t>
      </w:r>
      <w:r w:rsidR="00E51643" w:rsidRPr="001F2776">
        <w:t>Омск</w:t>
      </w:r>
      <w:r w:rsidR="001F2776">
        <w:t xml:space="preserve">, </w:t>
      </w:r>
      <w:r w:rsidR="00E51643" w:rsidRPr="001F2776">
        <w:t>тел.8-908-319-11-88</w:t>
      </w:r>
      <w:r w:rsidR="001F2776">
        <w:t xml:space="preserve">, </w:t>
      </w:r>
      <w:r w:rsidR="001F2776">
        <w:rPr>
          <w:lang w:val="en-US"/>
        </w:rPr>
        <w:t>e</w:t>
      </w:r>
      <w:r w:rsidR="001F2776" w:rsidRPr="001F2776">
        <w:t>-</w:t>
      </w:r>
      <w:r w:rsidR="001F2776">
        <w:rPr>
          <w:lang w:val="en-US"/>
        </w:rPr>
        <w:t>mail</w:t>
      </w:r>
      <w:r w:rsidR="001F2776">
        <w:t xml:space="preserve">: </w:t>
      </w:r>
      <w:hyperlink r:id="rId7" w:history="1">
        <w:r w:rsidR="00E51643" w:rsidRPr="001F2776">
          <w:rPr>
            <w:rStyle w:val="a3"/>
          </w:rPr>
          <w:t>mega.razumova@list.ru</w:t>
        </w:r>
      </w:hyperlink>
    </w:p>
    <w:p w:rsidR="00021A84" w:rsidRPr="001F2776" w:rsidRDefault="00021A84" w:rsidP="001F2776">
      <w:pPr>
        <w:spacing w:line="360" w:lineRule="auto"/>
        <w:jc w:val="both"/>
      </w:pPr>
    </w:p>
    <w:p w:rsidR="00021A84" w:rsidRPr="001F2776" w:rsidRDefault="00021A84" w:rsidP="001F2776">
      <w:pPr>
        <w:spacing w:line="360" w:lineRule="auto"/>
        <w:jc w:val="both"/>
      </w:pPr>
      <w:r w:rsidRPr="001F2776">
        <w:rPr>
          <w:rFonts w:cs="Calibri"/>
          <w:b/>
        </w:rPr>
        <w:t>Направление</w:t>
      </w:r>
      <w:r w:rsidRPr="001F2776">
        <w:rPr>
          <w:rFonts w:cs="Calibri"/>
        </w:rPr>
        <w:t xml:space="preserve">: </w:t>
      </w:r>
      <w:r w:rsidR="001F2776">
        <w:rPr>
          <w:rFonts w:cs="Calibri"/>
        </w:rPr>
        <w:t>п</w:t>
      </w:r>
      <w:r w:rsidRPr="001F2776">
        <w:rPr>
          <w:rFonts w:cs="Calibri"/>
        </w:rPr>
        <w:t>ациент-ориентированный уход, доступность и достоверность информации.</w:t>
      </w:r>
      <w:r w:rsidRPr="001F2776">
        <w:t xml:space="preserve"> Возможности электронной регистратуры и </w:t>
      </w:r>
      <w:r w:rsidR="001F2776">
        <w:rPr>
          <w:rFonts w:cs="Calibri"/>
        </w:rPr>
        <w:t xml:space="preserve">организация работы </w:t>
      </w:r>
      <w:r w:rsidR="001F2776">
        <w:rPr>
          <w:rFonts w:cs="Calibri"/>
          <w:lang w:val="en-US"/>
        </w:rPr>
        <w:t>c</w:t>
      </w:r>
      <w:r w:rsidRPr="001F2776">
        <w:rPr>
          <w:rFonts w:cs="Calibri"/>
        </w:rPr>
        <w:t>all-центра. Изучение удовлетворенности пациентов качеством амбулаторно-поликлинической помощи.</w:t>
      </w:r>
    </w:p>
    <w:p w:rsidR="00021A84" w:rsidRPr="001F2776" w:rsidRDefault="00021A84" w:rsidP="001F2776">
      <w:pPr>
        <w:widowControl w:val="0"/>
        <w:spacing w:line="360" w:lineRule="auto"/>
        <w:jc w:val="both"/>
        <w:rPr>
          <w:rFonts w:ascii="Calibri" w:hAnsi="Calibri"/>
        </w:rPr>
      </w:pPr>
      <w:r w:rsidRPr="001F2776">
        <w:rPr>
          <w:b/>
          <w:bCs/>
        </w:rPr>
        <w:t>Основание для перемен:</w:t>
      </w:r>
      <w:r w:rsidRPr="001F2776">
        <w:t xml:space="preserve"> </w:t>
      </w:r>
      <w:r w:rsidR="001F2776">
        <w:t>п</w:t>
      </w:r>
      <w:r w:rsidRPr="001F2776">
        <w:t>ричины и факторы, послужившие толчком к расширению практики «Информационные технологии в медицине». Регистратура – самое «горячее» место поликлиники, о ней говорят: «зеркало поликлиники». От работы регистраторов во многом зависит, с каким</w:t>
      </w:r>
      <w:r w:rsidRPr="001F2776">
        <w:rPr>
          <w:rFonts w:ascii="Calibri" w:hAnsi="Calibri"/>
        </w:rPr>
        <w:t xml:space="preserve"> </w:t>
      </w:r>
      <w:r w:rsidRPr="001F2776">
        <w:t xml:space="preserve">настроением пойдет дальше пациент, почувствует ли он силы справиться с недугом. </w:t>
      </w:r>
    </w:p>
    <w:p w:rsidR="00021A84" w:rsidRPr="001F2776" w:rsidRDefault="00021A84" w:rsidP="001F2776">
      <w:pPr>
        <w:widowControl w:val="0"/>
        <w:spacing w:line="360" w:lineRule="auto"/>
        <w:jc w:val="both"/>
      </w:pPr>
      <w:r w:rsidRPr="001F2776">
        <w:rPr>
          <w:bCs/>
        </w:rPr>
        <w:t>Новые навыки</w:t>
      </w:r>
      <w:r w:rsidR="001F2776">
        <w:rPr>
          <w:bCs/>
        </w:rPr>
        <w:t>,</w:t>
      </w:r>
      <w:r w:rsidRPr="001F2776">
        <w:rPr>
          <w:bCs/>
        </w:rPr>
        <w:t xml:space="preserve"> приобретенные сестринским персоналом:</w:t>
      </w:r>
      <w:r w:rsidRPr="001F2776">
        <w:rPr>
          <w:b/>
          <w:bCs/>
        </w:rPr>
        <w:t xml:space="preserve"> </w:t>
      </w:r>
      <w:r w:rsidRPr="001F2776">
        <w:t>методики телефонных консультаций, постановка целей, регламентированное заполнения медицинской карты амбулаторного пациента (работа с программным обеспечением).</w:t>
      </w:r>
    </w:p>
    <w:p w:rsidR="00021A84" w:rsidRPr="001F2776" w:rsidRDefault="00021A84" w:rsidP="001F2776">
      <w:pPr>
        <w:widowControl w:val="0"/>
        <w:spacing w:line="360" w:lineRule="auto"/>
        <w:jc w:val="both"/>
        <w:rPr>
          <w:bCs/>
        </w:rPr>
      </w:pPr>
      <w:r w:rsidRPr="001F2776">
        <w:rPr>
          <w:bCs/>
        </w:rPr>
        <w:t>Расширение роли сестринской практики заключается в стандартизации работы регистратуры. Новые функции и виды работ были добавлены к стандартной практике:</w:t>
      </w:r>
    </w:p>
    <w:p w:rsidR="00021A84" w:rsidRPr="001F2776" w:rsidRDefault="00021A84" w:rsidP="001F2776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 w:rsidRPr="001F2776">
        <w:rPr>
          <w:bCs/>
          <w:iCs/>
        </w:rPr>
        <w:t>Улучшение приемно-информационной зоны</w:t>
      </w:r>
      <w:r w:rsidRPr="001F2776">
        <w:rPr>
          <w:b/>
          <w:bCs/>
          <w:iCs/>
        </w:rPr>
        <w:t xml:space="preserve"> </w:t>
      </w:r>
      <w:r w:rsidRPr="001F2776">
        <w:t>(административная стойка с разной высотой столешниц для удобства обслуживания пациентов с физическими ограничениями работа не менее 2-х окон, организация очереди через инфомат</w:t>
      </w:r>
      <w:r w:rsidR="001F2776">
        <w:t>-</w:t>
      </w:r>
      <w:r w:rsidRPr="001F2776">
        <w:t>помощь при записи).</w:t>
      </w:r>
    </w:p>
    <w:p w:rsidR="00021A84" w:rsidRPr="001F2776" w:rsidRDefault="00021A84" w:rsidP="001F2776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 w:rsidRPr="001F2776">
        <w:rPr>
          <w:bCs/>
        </w:rPr>
        <w:t>Стандартизация правил общения с пациентами</w:t>
      </w:r>
      <w:r w:rsidR="000C5FF5" w:rsidRPr="001F2776">
        <w:t>.</w:t>
      </w:r>
    </w:p>
    <w:p w:rsidR="00021A84" w:rsidRPr="001F2776" w:rsidRDefault="00021A84" w:rsidP="001F2776">
      <w:pPr>
        <w:widowControl w:val="0"/>
        <w:tabs>
          <w:tab w:val="left" w:pos="284"/>
        </w:tabs>
        <w:spacing w:line="360" w:lineRule="auto"/>
        <w:jc w:val="both"/>
        <w:rPr>
          <w:bCs/>
        </w:rPr>
      </w:pPr>
      <w:r w:rsidRPr="001F2776">
        <w:rPr>
          <w:bCs/>
        </w:rPr>
        <w:t>Новые функции и виды работ были добавлены к стандартной практике:</w:t>
      </w:r>
    </w:p>
    <w:p w:rsidR="000F0449" w:rsidRPr="001F2776" w:rsidRDefault="00021A84" w:rsidP="001F2776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 w:rsidRPr="001F2776">
        <w:rPr>
          <w:bCs/>
          <w:iCs/>
        </w:rPr>
        <w:t xml:space="preserve">Улучшение организации контакта посетителя с персоналом регистратуры </w:t>
      </w:r>
      <w:r w:rsidRPr="001F2776">
        <w:t>(время ожидания у стойки регистрации, система электронной очереди через программное обеспечение и оборудование, позволяюще</w:t>
      </w:r>
      <w:r w:rsidR="001F2776">
        <w:t>е</w:t>
      </w:r>
      <w:r w:rsidRPr="001F2776">
        <w:t xml:space="preserve"> быстро и точно распределить поток пациентов по нужным специалистам. Когда подойдет их очередь – номер талона высветится на табло, и его объявят</w:t>
      </w:r>
      <w:r w:rsidR="000F0449" w:rsidRPr="001F2776">
        <w:t>).</w:t>
      </w:r>
    </w:p>
    <w:p w:rsidR="000F0449" w:rsidRPr="001F2776" w:rsidRDefault="000F0449" w:rsidP="001F2776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 w:rsidRPr="001F2776">
        <w:rPr>
          <w:bCs/>
          <w:iCs/>
        </w:rPr>
        <w:t xml:space="preserve">Оптимизация движения медицинской документации </w:t>
      </w:r>
      <w:r w:rsidRPr="001F2776">
        <w:t>(создание выделенного кар</w:t>
      </w:r>
      <w:r w:rsidR="001F2776">
        <w:t>т</w:t>
      </w:r>
      <w:r w:rsidRPr="001F2776">
        <w:t>охранилища вдали от пациентов, регламентирование заполнения медицинской карты амбулаторного пациента, контроль движени</w:t>
      </w:r>
      <w:r w:rsidR="001F2776">
        <w:t>я</w:t>
      </w:r>
      <w:r w:rsidRPr="001F2776">
        <w:t xml:space="preserve"> медицинской документации).</w:t>
      </w:r>
    </w:p>
    <w:p w:rsidR="000F0449" w:rsidRPr="001F2776" w:rsidRDefault="000F0449" w:rsidP="001F2776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 w:rsidRPr="001F2776">
        <w:rPr>
          <w:bCs/>
          <w:iCs/>
        </w:rPr>
        <w:t xml:space="preserve">Повышение эффективности работы с телефоном </w:t>
      </w:r>
      <w:r w:rsidR="001F2776">
        <w:t xml:space="preserve">(разделение </w:t>
      </w:r>
      <w:r w:rsidRPr="001F2776">
        <w:t xml:space="preserve">окна регистратуры и </w:t>
      </w:r>
      <w:r w:rsidRPr="001F2776">
        <w:rPr>
          <w:lang/>
        </w:rPr>
        <w:t>call</w:t>
      </w:r>
      <w:r w:rsidRPr="001F2776">
        <w:t>-центра, обучение персонала методикам телефонных консультаций и постановке целей, выделение единой многоканальной телефонной линии для вызовов).</w:t>
      </w:r>
    </w:p>
    <w:p w:rsidR="000F0449" w:rsidRPr="001F2776" w:rsidRDefault="000F0449" w:rsidP="001F2776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 w:rsidRPr="001F2776">
        <w:rPr>
          <w:bCs/>
          <w:iCs/>
        </w:rPr>
        <w:lastRenderedPageBreak/>
        <w:t xml:space="preserve">Повышение информированности пациентов </w:t>
      </w:r>
      <w:r w:rsidRPr="001F2776">
        <w:t>(информационный и электронный стенд с расписанием приемов, информационно-сенсорные терминалы для самозаписи, информация по программам прикрепления физических лиц, терминал электронной очереди, электронные мониторы с информацией о движении электронной очереди, информация об условиях, видах и объемах оказания медицинской помощи).</w:t>
      </w:r>
    </w:p>
    <w:p w:rsidR="000F0449" w:rsidRPr="001F2776" w:rsidRDefault="000F0449" w:rsidP="001F2776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 w:rsidRPr="001F2776">
        <w:rPr>
          <w:bCs/>
          <w:iCs/>
        </w:rPr>
        <w:t>Обучение</w:t>
      </w:r>
      <w:r w:rsidRPr="001F2776">
        <w:t xml:space="preserve"> - повышение квалификации регистраторов со стажировкой на рабочем месте. Постоянное повышение информированности сотрудников регистратуры и </w:t>
      </w:r>
      <w:r w:rsidRPr="001F2776">
        <w:rPr>
          <w:lang/>
        </w:rPr>
        <w:t>call</w:t>
      </w:r>
      <w:r w:rsidRPr="001F2776">
        <w:t>-центра об аспектах деятельности медицинской организации, обучение персонала методикам консультаций (в том числе телефонных), психологическая система работы с персоналом профилактика и коррекция «син</w:t>
      </w:r>
      <w:r w:rsidR="001F2776">
        <w:t>дрома эмоционального выгорания»</w:t>
      </w:r>
      <w:r w:rsidRPr="001F2776">
        <w:t>.</w:t>
      </w:r>
    </w:p>
    <w:p w:rsidR="000356A9" w:rsidRPr="001F2776" w:rsidRDefault="00161DD0" w:rsidP="001F2776">
      <w:pPr>
        <w:tabs>
          <w:tab w:val="left" w:pos="284"/>
        </w:tabs>
        <w:spacing w:line="360" w:lineRule="auto"/>
        <w:jc w:val="both"/>
        <w:rPr>
          <w:rFonts w:cs="Calibri"/>
        </w:rPr>
      </w:pPr>
      <w:r w:rsidRPr="001F2776">
        <w:rPr>
          <w:rFonts w:cs="Calibri"/>
        </w:rPr>
        <w:t>Расширение сестринской практики повлияло на дальнейшее повышение профессионального уровня медицинских регистраторов в ежедневной работе Разработано и вн</w:t>
      </w:r>
      <w:r w:rsidR="000356A9" w:rsidRPr="001F2776">
        <w:rPr>
          <w:rFonts w:cs="Calibri"/>
        </w:rPr>
        <w:t>ед</w:t>
      </w:r>
      <w:r w:rsidRPr="001F2776">
        <w:rPr>
          <w:rFonts w:cs="Calibri"/>
        </w:rPr>
        <w:t>р</w:t>
      </w:r>
      <w:r w:rsidR="000356A9" w:rsidRPr="001F2776">
        <w:rPr>
          <w:rFonts w:cs="Calibri"/>
        </w:rPr>
        <w:t>ено положение дежурного администратора зала. Разработана должностная инструкция дежурного администратора зала</w:t>
      </w:r>
      <w:r w:rsidR="001F2776">
        <w:rPr>
          <w:rFonts w:cs="Calibri"/>
        </w:rPr>
        <w:t xml:space="preserve"> и</w:t>
      </w:r>
      <w:r w:rsidR="009C4FF2" w:rsidRPr="001F2776">
        <w:rPr>
          <w:rFonts w:cs="Calibri"/>
        </w:rPr>
        <w:t xml:space="preserve"> методические рекомендации.</w:t>
      </w:r>
      <w:bookmarkStart w:id="0" w:name="_GoBack"/>
      <w:bookmarkEnd w:id="0"/>
    </w:p>
    <w:p w:rsidR="00161DD0" w:rsidRPr="001F2776" w:rsidRDefault="00161DD0" w:rsidP="001F2776">
      <w:pPr>
        <w:tabs>
          <w:tab w:val="left" w:pos="284"/>
        </w:tabs>
        <w:spacing w:line="360" w:lineRule="auto"/>
        <w:jc w:val="both"/>
        <w:rPr>
          <w:rFonts w:cs="Calibri"/>
        </w:rPr>
      </w:pPr>
      <w:r w:rsidRPr="001F2776">
        <w:rPr>
          <w:rFonts w:cs="Calibri"/>
        </w:rPr>
        <w:t>Выражаю благодарность за помощь в проведении исследования</w:t>
      </w:r>
      <w:r w:rsidR="001F2776">
        <w:rPr>
          <w:rFonts w:cs="Calibri"/>
        </w:rPr>
        <w:t xml:space="preserve"> </w:t>
      </w:r>
      <w:r w:rsidRPr="001F2776">
        <w:rPr>
          <w:rFonts w:cs="Calibri"/>
        </w:rPr>
        <w:t xml:space="preserve"> Ковган </w:t>
      </w:r>
      <w:r w:rsidR="001F2776">
        <w:rPr>
          <w:rFonts w:cs="Calibri"/>
        </w:rPr>
        <w:t>Л. П.</w:t>
      </w:r>
      <w:r w:rsidRPr="001F2776">
        <w:rPr>
          <w:rFonts w:cs="Calibri"/>
        </w:rPr>
        <w:t xml:space="preserve">, руководителю профессионального комитета Совета по сестринскому делу </w:t>
      </w:r>
      <w:r w:rsidR="001F2776">
        <w:rPr>
          <w:rFonts w:cs="Calibri"/>
        </w:rPr>
        <w:t>ГП № 12.</w:t>
      </w:r>
    </w:p>
    <w:p w:rsidR="00161DD0" w:rsidRPr="001F2776" w:rsidRDefault="00161DD0" w:rsidP="001F2776">
      <w:pPr>
        <w:widowControl w:val="0"/>
        <w:tabs>
          <w:tab w:val="left" w:pos="36"/>
        </w:tabs>
        <w:spacing w:line="360" w:lineRule="auto"/>
        <w:ind w:hanging="303"/>
        <w:jc w:val="both"/>
        <w:rPr>
          <w:iCs/>
        </w:rPr>
      </w:pPr>
    </w:p>
    <w:p w:rsidR="00161DD0" w:rsidRPr="001F2776" w:rsidRDefault="00161DD0" w:rsidP="001F2776">
      <w:pPr>
        <w:tabs>
          <w:tab w:val="left" w:pos="284"/>
        </w:tabs>
        <w:spacing w:line="360" w:lineRule="auto"/>
        <w:ind w:firstLine="720"/>
        <w:jc w:val="both"/>
        <w:rPr>
          <w:rFonts w:cs="Calibri"/>
        </w:rPr>
      </w:pPr>
    </w:p>
    <w:sectPr w:rsidR="00161DD0" w:rsidRPr="001F2776" w:rsidSect="001F277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EEE" w:rsidRDefault="00BB4EEE" w:rsidP="001F2776">
      <w:r>
        <w:separator/>
      </w:r>
    </w:p>
  </w:endnote>
  <w:endnote w:type="continuationSeparator" w:id="0">
    <w:p w:rsidR="00BB4EEE" w:rsidRDefault="00BB4EEE" w:rsidP="001F2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776" w:rsidRDefault="00856870">
    <w:pPr>
      <w:pStyle w:val="a6"/>
      <w:jc w:val="center"/>
    </w:pPr>
    <w:r>
      <w:fldChar w:fldCharType="begin"/>
    </w:r>
    <w:r w:rsidR="001F2776">
      <w:instrText>PAGE   \* MERGEFORMAT</w:instrText>
    </w:r>
    <w:r>
      <w:fldChar w:fldCharType="separate"/>
    </w:r>
    <w:r w:rsidR="002D7A3D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EEE" w:rsidRDefault="00BB4EEE" w:rsidP="001F2776">
      <w:r>
        <w:separator/>
      </w:r>
    </w:p>
  </w:footnote>
  <w:footnote w:type="continuationSeparator" w:id="0">
    <w:p w:rsidR="00BB4EEE" w:rsidRDefault="00BB4EEE" w:rsidP="001F27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2504"/>
    <w:multiLevelType w:val="hybridMultilevel"/>
    <w:tmpl w:val="7B609976"/>
    <w:lvl w:ilvl="0" w:tplc="C4A20EC6">
      <w:start w:val="1"/>
      <w:numFmt w:val="bullet"/>
      <w:lvlText w:val=""/>
      <w:lvlJc w:val="left"/>
      <w:pPr>
        <w:tabs>
          <w:tab w:val="num" w:pos="358"/>
        </w:tabs>
        <w:ind w:left="3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1">
    <w:nsid w:val="18C56E3B"/>
    <w:multiLevelType w:val="hybridMultilevel"/>
    <w:tmpl w:val="9034BC42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8A7DE8"/>
    <w:multiLevelType w:val="hybridMultilevel"/>
    <w:tmpl w:val="2FC4CBA0"/>
    <w:lvl w:ilvl="0" w:tplc="793EB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7680F"/>
    <w:multiLevelType w:val="hybridMultilevel"/>
    <w:tmpl w:val="918C20A4"/>
    <w:lvl w:ilvl="0" w:tplc="C4A20EC6">
      <w:start w:val="1"/>
      <w:numFmt w:val="bullet"/>
      <w:lvlText w:val=""/>
      <w:lvlJc w:val="left"/>
      <w:pPr>
        <w:tabs>
          <w:tab w:val="num" w:pos="358"/>
        </w:tabs>
        <w:ind w:left="3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4">
    <w:nsid w:val="40745452"/>
    <w:multiLevelType w:val="hybridMultilevel"/>
    <w:tmpl w:val="B748C430"/>
    <w:lvl w:ilvl="0" w:tplc="793EB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40A0B"/>
    <w:multiLevelType w:val="hybridMultilevel"/>
    <w:tmpl w:val="00004060"/>
    <w:lvl w:ilvl="0" w:tplc="C4A20EC6">
      <w:start w:val="1"/>
      <w:numFmt w:val="bullet"/>
      <w:lvlText w:val=""/>
      <w:lvlJc w:val="left"/>
      <w:pPr>
        <w:tabs>
          <w:tab w:val="num" w:pos="358"/>
        </w:tabs>
        <w:ind w:left="3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6">
    <w:nsid w:val="4F245BC4"/>
    <w:multiLevelType w:val="hybridMultilevel"/>
    <w:tmpl w:val="74F080CC"/>
    <w:lvl w:ilvl="0" w:tplc="C4A20EC6">
      <w:start w:val="1"/>
      <w:numFmt w:val="bullet"/>
      <w:lvlText w:val=""/>
      <w:lvlJc w:val="left"/>
      <w:pPr>
        <w:tabs>
          <w:tab w:val="num" w:pos="358"/>
        </w:tabs>
        <w:ind w:left="3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7">
    <w:nsid w:val="594E5215"/>
    <w:multiLevelType w:val="hybridMultilevel"/>
    <w:tmpl w:val="782A5E9C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110FB4"/>
    <w:multiLevelType w:val="hybridMultilevel"/>
    <w:tmpl w:val="557287CE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5C7763"/>
    <w:multiLevelType w:val="hybridMultilevel"/>
    <w:tmpl w:val="A8AAECAE"/>
    <w:lvl w:ilvl="0" w:tplc="4E1AB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69661B"/>
    <w:multiLevelType w:val="hybridMultilevel"/>
    <w:tmpl w:val="FD0202AA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7F1EEB"/>
    <w:multiLevelType w:val="hybridMultilevel"/>
    <w:tmpl w:val="99F01FE8"/>
    <w:lvl w:ilvl="0" w:tplc="C4A20E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10"/>
  </w:num>
  <w:num w:numId="10">
    <w:abstractNumId w:val="7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589"/>
    <w:rsid w:val="000116EC"/>
    <w:rsid w:val="00021A84"/>
    <w:rsid w:val="00034242"/>
    <w:rsid w:val="000356A9"/>
    <w:rsid w:val="00044C75"/>
    <w:rsid w:val="00054F9B"/>
    <w:rsid w:val="00094938"/>
    <w:rsid w:val="000B22DE"/>
    <w:rsid w:val="000C437D"/>
    <w:rsid w:val="000C5FF5"/>
    <w:rsid w:val="000E7837"/>
    <w:rsid w:val="000F0449"/>
    <w:rsid w:val="000F5AF1"/>
    <w:rsid w:val="0010619D"/>
    <w:rsid w:val="00111B13"/>
    <w:rsid w:val="00124910"/>
    <w:rsid w:val="00131775"/>
    <w:rsid w:val="0013255A"/>
    <w:rsid w:val="001405CA"/>
    <w:rsid w:val="00152E2B"/>
    <w:rsid w:val="001559CA"/>
    <w:rsid w:val="00161DD0"/>
    <w:rsid w:val="00165767"/>
    <w:rsid w:val="0016743C"/>
    <w:rsid w:val="0017340E"/>
    <w:rsid w:val="001736F7"/>
    <w:rsid w:val="00174603"/>
    <w:rsid w:val="0018534E"/>
    <w:rsid w:val="001A72E2"/>
    <w:rsid w:val="001B05C1"/>
    <w:rsid w:val="001B1340"/>
    <w:rsid w:val="001C0727"/>
    <w:rsid w:val="001C2160"/>
    <w:rsid w:val="001D43D3"/>
    <w:rsid w:val="001D4DF3"/>
    <w:rsid w:val="001D5DBF"/>
    <w:rsid w:val="001F2776"/>
    <w:rsid w:val="001F632F"/>
    <w:rsid w:val="00207049"/>
    <w:rsid w:val="002112E3"/>
    <w:rsid w:val="00212B7F"/>
    <w:rsid w:val="00213605"/>
    <w:rsid w:val="0022271A"/>
    <w:rsid w:val="00233165"/>
    <w:rsid w:val="002474A8"/>
    <w:rsid w:val="00251334"/>
    <w:rsid w:val="0027078A"/>
    <w:rsid w:val="0028565A"/>
    <w:rsid w:val="002A082C"/>
    <w:rsid w:val="002A41BD"/>
    <w:rsid w:val="002A4675"/>
    <w:rsid w:val="002B2AFC"/>
    <w:rsid w:val="002C1657"/>
    <w:rsid w:val="002D422F"/>
    <w:rsid w:val="002D7A3D"/>
    <w:rsid w:val="002E712A"/>
    <w:rsid w:val="002F0267"/>
    <w:rsid w:val="002F0B78"/>
    <w:rsid w:val="002F35E4"/>
    <w:rsid w:val="002F6C4F"/>
    <w:rsid w:val="00307EFD"/>
    <w:rsid w:val="00334A50"/>
    <w:rsid w:val="00350E6D"/>
    <w:rsid w:val="00352E85"/>
    <w:rsid w:val="00356BEA"/>
    <w:rsid w:val="00360951"/>
    <w:rsid w:val="00361091"/>
    <w:rsid w:val="00373961"/>
    <w:rsid w:val="00375C6F"/>
    <w:rsid w:val="00382047"/>
    <w:rsid w:val="003911CB"/>
    <w:rsid w:val="0039271D"/>
    <w:rsid w:val="003966E2"/>
    <w:rsid w:val="003C2F3B"/>
    <w:rsid w:val="003C5B05"/>
    <w:rsid w:val="003C722E"/>
    <w:rsid w:val="003D22B9"/>
    <w:rsid w:val="003E4646"/>
    <w:rsid w:val="004130FD"/>
    <w:rsid w:val="00413A91"/>
    <w:rsid w:val="004229FB"/>
    <w:rsid w:val="00446113"/>
    <w:rsid w:val="00454F25"/>
    <w:rsid w:val="00473599"/>
    <w:rsid w:val="004758B2"/>
    <w:rsid w:val="00482A8B"/>
    <w:rsid w:val="0048339B"/>
    <w:rsid w:val="00484E9D"/>
    <w:rsid w:val="00497646"/>
    <w:rsid w:val="004A6DAE"/>
    <w:rsid w:val="004B2690"/>
    <w:rsid w:val="004C28AE"/>
    <w:rsid w:val="004D2A98"/>
    <w:rsid w:val="004E4370"/>
    <w:rsid w:val="004E5A36"/>
    <w:rsid w:val="00511CE7"/>
    <w:rsid w:val="005157DC"/>
    <w:rsid w:val="00524974"/>
    <w:rsid w:val="00541383"/>
    <w:rsid w:val="0054169C"/>
    <w:rsid w:val="00543307"/>
    <w:rsid w:val="0055731D"/>
    <w:rsid w:val="00575852"/>
    <w:rsid w:val="00576810"/>
    <w:rsid w:val="005774A9"/>
    <w:rsid w:val="005845AC"/>
    <w:rsid w:val="005956A6"/>
    <w:rsid w:val="005A7A72"/>
    <w:rsid w:val="005B6EB7"/>
    <w:rsid w:val="005C57BF"/>
    <w:rsid w:val="005D774C"/>
    <w:rsid w:val="00623B37"/>
    <w:rsid w:val="00627327"/>
    <w:rsid w:val="00645DFE"/>
    <w:rsid w:val="00647836"/>
    <w:rsid w:val="00667E87"/>
    <w:rsid w:val="0067107C"/>
    <w:rsid w:val="00675511"/>
    <w:rsid w:val="00686966"/>
    <w:rsid w:val="00697329"/>
    <w:rsid w:val="006B4796"/>
    <w:rsid w:val="006C19B6"/>
    <w:rsid w:val="006C4CF7"/>
    <w:rsid w:val="006C7D8A"/>
    <w:rsid w:val="006E5EAE"/>
    <w:rsid w:val="006F0004"/>
    <w:rsid w:val="006F1CB8"/>
    <w:rsid w:val="006F3A61"/>
    <w:rsid w:val="006F6A1C"/>
    <w:rsid w:val="007019E7"/>
    <w:rsid w:val="00703DE1"/>
    <w:rsid w:val="0070562A"/>
    <w:rsid w:val="00706F40"/>
    <w:rsid w:val="00707BF1"/>
    <w:rsid w:val="007113E8"/>
    <w:rsid w:val="00723910"/>
    <w:rsid w:val="00726672"/>
    <w:rsid w:val="00727B8C"/>
    <w:rsid w:val="00733BA7"/>
    <w:rsid w:val="00734579"/>
    <w:rsid w:val="00743FCC"/>
    <w:rsid w:val="0074733E"/>
    <w:rsid w:val="00770DE6"/>
    <w:rsid w:val="007748D8"/>
    <w:rsid w:val="007770E9"/>
    <w:rsid w:val="007846F1"/>
    <w:rsid w:val="00793A1F"/>
    <w:rsid w:val="00794C65"/>
    <w:rsid w:val="007A77F2"/>
    <w:rsid w:val="007B3DF2"/>
    <w:rsid w:val="007C0938"/>
    <w:rsid w:val="007E104B"/>
    <w:rsid w:val="007E2459"/>
    <w:rsid w:val="00810289"/>
    <w:rsid w:val="00823AEE"/>
    <w:rsid w:val="00825C41"/>
    <w:rsid w:val="0082664A"/>
    <w:rsid w:val="00831C76"/>
    <w:rsid w:val="00851C22"/>
    <w:rsid w:val="00851DD0"/>
    <w:rsid w:val="00852833"/>
    <w:rsid w:val="00852D57"/>
    <w:rsid w:val="00852E2C"/>
    <w:rsid w:val="00856870"/>
    <w:rsid w:val="00872B42"/>
    <w:rsid w:val="00876195"/>
    <w:rsid w:val="00890CC5"/>
    <w:rsid w:val="008950A7"/>
    <w:rsid w:val="008A0137"/>
    <w:rsid w:val="008A0CDC"/>
    <w:rsid w:val="008B47AE"/>
    <w:rsid w:val="008B618F"/>
    <w:rsid w:val="008B64A7"/>
    <w:rsid w:val="008F2E8C"/>
    <w:rsid w:val="00904B09"/>
    <w:rsid w:val="00910C87"/>
    <w:rsid w:val="00921FD5"/>
    <w:rsid w:val="00927958"/>
    <w:rsid w:val="00932250"/>
    <w:rsid w:val="00932BD5"/>
    <w:rsid w:val="009440CA"/>
    <w:rsid w:val="00946DAF"/>
    <w:rsid w:val="00976898"/>
    <w:rsid w:val="0098157D"/>
    <w:rsid w:val="00984BF3"/>
    <w:rsid w:val="00994D5D"/>
    <w:rsid w:val="00997711"/>
    <w:rsid w:val="009C4A9F"/>
    <w:rsid w:val="009C4DE8"/>
    <w:rsid w:val="009C4FF2"/>
    <w:rsid w:val="00A02DAD"/>
    <w:rsid w:val="00A16E79"/>
    <w:rsid w:val="00A34E11"/>
    <w:rsid w:val="00A41343"/>
    <w:rsid w:val="00A47765"/>
    <w:rsid w:val="00A5186E"/>
    <w:rsid w:val="00A5402D"/>
    <w:rsid w:val="00A54272"/>
    <w:rsid w:val="00A56E8E"/>
    <w:rsid w:val="00A675A1"/>
    <w:rsid w:val="00A679FA"/>
    <w:rsid w:val="00A72FD9"/>
    <w:rsid w:val="00A7586B"/>
    <w:rsid w:val="00A82999"/>
    <w:rsid w:val="00A83F4B"/>
    <w:rsid w:val="00A91166"/>
    <w:rsid w:val="00A92D83"/>
    <w:rsid w:val="00A95523"/>
    <w:rsid w:val="00A967ED"/>
    <w:rsid w:val="00A96F53"/>
    <w:rsid w:val="00AA01C0"/>
    <w:rsid w:val="00AA58E5"/>
    <w:rsid w:val="00AB0AA1"/>
    <w:rsid w:val="00AC565E"/>
    <w:rsid w:val="00AD49CB"/>
    <w:rsid w:val="00AE06D7"/>
    <w:rsid w:val="00AE076D"/>
    <w:rsid w:val="00AE19A5"/>
    <w:rsid w:val="00AF72DD"/>
    <w:rsid w:val="00B03D21"/>
    <w:rsid w:val="00B40397"/>
    <w:rsid w:val="00B42C67"/>
    <w:rsid w:val="00B42CBD"/>
    <w:rsid w:val="00B478C3"/>
    <w:rsid w:val="00B50FA6"/>
    <w:rsid w:val="00B56CB8"/>
    <w:rsid w:val="00B6435E"/>
    <w:rsid w:val="00B81FF7"/>
    <w:rsid w:val="00B82F11"/>
    <w:rsid w:val="00B8546D"/>
    <w:rsid w:val="00B87918"/>
    <w:rsid w:val="00B97C07"/>
    <w:rsid w:val="00BA147C"/>
    <w:rsid w:val="00BA230B"/>
    <w:rsid w:val="00BA31E6"/>
    <w:rsid w:val="00BA5800"/>
    <w:rsid w:val="00BA6B3F"/>
    <w:rsid w:val="00BB002F"/>
    <w:rsid w:val="00BB4EEE"/>
    <w:rsid w:val="00BB5C2A"/>
    <w:rsid w:val="00BC2FF1"/>
    <w:rsid w:val="00BD68B2"/>
    <w:rsid w:val="00BE2011"/>
    <w:rsid w:val="00BE6E23"/>
    <w:rsid w:val="00BF4CBE"/>
    <w:rsid w:val="00BF62E9"/>
    <w:rsid w:val="00C045C0"/>
    <w:rsid w:val="00C14D03"/>
    <w:rsid w:val="00C200B1"/>
    <w:rsid w:val="00C20567"/>
    <w:rsid w:val="00C32564"/>
    <w:rsid w:val="00C33AA1"/>
    <w:rsid w:val="00C402CD"/>
    <w:rsid w:val="00C40BFF"/>
    <w:rsid w:val="00C41F20"/>
    <w:rsid w:val="00C422F2"/>
    <w:rsid w:val="00C424EF"/>
    <w:rsid w:val="00C8736F"/>
    <w:rsid w:val="00C93BFF"/>
    <w:rsid w:val="00CA00F4"/>
    <w:rsid w:val="00CA7129"/>
    <w:rsid w:val="00CC4067"/>
    <w:rsid w:val="00CC649D"/>
    <w:rsid w:val="00CE4CEF"/>
    <w:rsid w:val="00CF2CCA"/>
    <w:rsid w:val="00CF7CDD"/>
    <w:rsid w:val="00D06589"/>
    <w:rsid w:val="00D22152"/>
    <w:rsid w:val="00D25596"/>
    <w:rsid w:val="00D9089C"/>
    <w:rsid w:val="00DA338D"/>
    <w:rsid w:val="00DC6F01"/>
    <w:rsid w:val="00DD5000"/>
    <w:rsid w:val="00DE0770"/>
    <w:rsid w:val="00DE4A49"/>
    <w:rsid w:val="00DF09D2"/>
    <w:rsid w:val="00DF7B0B"/>
    <w:rsid w:val="00E0640B"/>
    <w:rsid w:val="00E139F4"/>
    <w:rsid w:val="00E166DF"/>
    <w:rsid w:val="00E23CB4"/>
    <w:rsid w:val="00E23FB6"/>
    <w:rsid w:val="00E2470A"/>
    <w:rsid w:val="00E264D7"/>
    <w:rsid w:val="00E425CF"/>
    <w:rsid w:val="00E504D0"/>
    <w:rsid w:val="00E512D8"/>
    <w:rsid w:val="00E51643"/>
    <w:rsid w:val="00E65C56"/>
    <w:rsid w:val="00E6730D"/>
    <w:rsid w:val="00E8676C"/>
    <w:rsid w:val="00E878D9"/>
    <w:rsid w:val="00EA0F00"/>
    <w:rsid w:val="00EB3293"/>
    <w:rsid w:val="00EC1854"/>
    <w:rsid w:val="00ED05C3"/>
    <w:rsid w:val="00EE13F0"/>
    <w:rsid w:val="00EF7204"/>
    <w:rsid w:val="00F020EE"/>
    <w:rsid w:val="00F2151E"/>
    <w:rsid w:val="00F30F15"/>
    <w:rsid w:val="00F34CB2"/>
    <w:rsid w:val="00F35E74"/>
    <w:rsid w:val="00F53287"/>
    <w:rsid w:val="00F7071C"/>
    <w:rsid w:val="00F83C25"/>
    <w:rsid w:val="00F92F5D"/>
    <w:rsid w:val="00FB4ACC"/>
    <w:rsid w:val="00FB6003"/>
    <w:rsid w:val="00FB6804"/>
    <w:rsid w:val="00FC5A54"/>
    <w:rsid w:val="00FD4F52"/>
    <w:rsid w:val="00FD7C57"/>
    <w:rsid w:val="00FF6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8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356A9"/>
    <w:pPr>
      <w:spacing w:after="160" w:line="254" w:lineRule="auto"/>
      <w:ind w:left="720"/>
      <w:contextualSpacing/>
    </w:pPr>
    <w:rPr>
      <w:bCs/>
      <w:lang w:eastAsia="en-US"/>
    </w:rPr>
  </w:style>
  <w:style w:type="character" w:styleId="a3">
    <w:name w:val="Hyperlink"/>
    <w:rsid w:val="00E51643"/>
    <w:rPr>
      <w:color w:val="0000FF"/>
      <w:u w:val="single"/>
    </w:rPr>
  </w:style>
  <w:style w:type="paragraph" w:styleId="a4">
    <w:name w:val="header"/>
    <w:basedOn w:val="a"/>
    <w:link w:val="a5"/>
    <w:rsid w:val="001F277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1F2776"/>
    <w:rPr>
      <w:sz w:val="24"/>
      <w:szCs w:val="24"/>
    </w:rPr>
  </w:style>
  <w:style w:type="paragraph" w:styleId="a6">
    <w:name w:val="footer"/>
    <w:basedOn w:val="a"/>
    <w:link w:val="a7"/>
    <w:uiPriority w:val="99"/>
    <w:rsid w:val="001F277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1F277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ega.razumova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Стандартизация работы регистратуры</vt:lpstr>
    </vt:vector>
  </TitlesOfParts>
  <Company>MoBIL GROUP</Company>
  <LinksUpToDate>false</LinksUpToDate>
  <CharactersWithSpaces>3549</CharactersWithSpaces>
  <SharedDoc>false</SharedDoc>
  <HLinks>
    <vt:vector size="6" baseType="variant">
      <vt:variant>
        <vt:i4>1572978</vt:i4>
      </vt:variant>
      <vt:variant>
        <vt:i4>0</vt:i4>
      </vt:variant>
      <vt:variant>
        <vt:i4>0</vt:i4>
      </vt:variant>
      <vt:variant>
        <vt:i4>5</vt:i4>
      </vt:variant>
      <vt:variant>
        <vt:lpwstr>mailto:mega.razumova@list.ru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Стандартизация работы регистратуры</dc:title>
  <dc:creator>Надежда Васильевна</dc:creator>
  <cp:lastModifiedBy>ОПСА</cp:lastModifiedBy>
  <cp:revision>5</cp:revision>
  <dcterms:created xsi:type="dcterms:W3CDTF">2017-07-14T12:19:00Z</dcterms:created>
  <dcterms:modified xsi:type="dcterms:W3CDTF">2017-09-15T12:41:00Z</dcterms:modified>
</cp:coreProperties>
</file>